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266" w:rsidRPr="0054292B" w:rsidRDefault="00420266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bookmarkStart w:id="0" w:name="_GoBack"/>
      <w:bookmarkEnd w:id="0"/>
      <w:r w:rsidRPr="0054292B">
        <w:rPr>
          <w:rFonts w:ascii="Verdana" w:hAnsi="Verdana" w:cs="Verdana"/>
          <w:sz w:val="18"/>
          <w:szCs w:val="18"/>
        </w:rPr>
        <w:t>Impresa/Azienda</w:t>
      </w:r>
    </w:p>
    <w:p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9427A5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54292B">
        <w:rPr>
          <w:rFonts w:ascii="Verdana" w:hAnsi="Verdana" w:cs="Verdana"/>
          <w:b/>
          <w:sz w:val="18"/>
          <w:szCs w:val="18"/>
        </w:rPr>
        <w:t>……………………………………………</w:t>
      </w:r>
    </w:p>
    <w:p w:rsidR="00A67C82" w:rsidRPr="0086682A" w:rsidRDefault="00A67C82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</w:p>
    <w:p w:rsidR="0086682A" w:rsidRP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</w:r>
      <w:r w:rsidR="006E38D0" w:rsidRPr="0086682A">
        <w:rPr>
          <w:rFonts w:ascii="Verdana" w:hAnsi="Verdana" w:cs="Verdana"/>
          <w:b/>
          <w:sz w:val="18"/>
          <w:szCs w:val="18"/>
        </w:rPr>
        <w:t xml:space="preserve">Al </w:t>
      </w:r>
      <w:r w:rsidRPr="0086682A">
        <w:rPr>
          <w:rFonts w:ascii="Verdana" w:hAnsi="Verdana" w:cs="Verdana"/>
          <w:b/>
          <w:sz w:val="18"/>
          <w:szCs w:val="18"/>
        </w:rPr>
        <w:t>CENTRO FORMATIVO PROVINCIALE</w:t>
      </w:r>
    </w:p>
    <w:p w:rsidR="0086682A" w:rsidRP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  <w:t>“</w:t>
      </w:r>
      <w:r w:rsidR="0086372A" w:rsidRPr="0086682A">
        <w:rPr>
          <w:rFonts w:ascii="Verdana" w:hAnsi="Verdana" w:cs="Verdana"/>
          <w:b/>
          <w:sz w:val="18"/>
          <w:szCs w:val="18"/>
        </w:rPr>
        <w:t>G</w:t>
      </w:r>
      <w:r w:rsidRPr="0086682A">
        <w:rPr>
          <w:rFonts w:ascii="Verdana" w:hAnsi="Verdana" w:cs="Verdana"/>
          <w:b/>
          <w:sz w:val="18"/>
          <w:szCs w:val="18"/>
        </w:rPr>
        <w:t>. ZANARDELLI”</w:t>
      </w:r>
    </w:p>
    <w:p w:rsidR="0086682A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86372A" w:rsidRPr="0054292B">
        <w:rPr>
          <w:rFonts w:ascii="Verdana" w:hAnsi="Verdana" w:cs="Verdana"/>
          <w:sz w:val="18"/>
          <w:szCs w:val="18"/>
        </w:rPr>
        <w:t>Via</w:t>
      </w:r>
      <w:r>
        <w:rPr>
          <w:rFonts w:ascii="Verdana" w:hAnsi="Verdana" w:cs="Verdana"/>
          <w:sz w:val="18"/>
          <w:szCs w:val="18"/>
        </w:rPr>
        <w:t xml:space="preserve"> Fausto</w:t>
      </w:r>
      <w:r w:rsidR="0086372A" w:rsidRPr="0054292B">
        <w:rPr>
          <w:rFonts w:ascii="Verdana" w:hAnsi="Verdana" w:cs="Verdana"/>
          <w:sz w:val="18"/>
          <w:szCs w:val="18"/>
        </w:rPr>
        <w:t xml:space="preserve"> Gamba</w:t>
      </w:r>
      <w:r>
        <w:rPr>
          <w:rFonts w:ascii="Verdana" w:hAnsi="Verdana" w:cs="Verdana"/>
          <w:sz w:val="18"/>
          <w:szCs w:val="18"/>
        </w:rPr>
        <w:t>,</w:t>
      </w:r>
      <w:r w:rsidR="0086372A" w:rsidRPr="0054292B">
        <w:rPr>
          <w:rFonts w:ascii="Verdana" w:hAnsi="Verdana" w:cs="Verdana"/>
          <w:sz w:val="18"/>
          <w:szCs w:val="18"/>
        </w:rPr>
        <w:t xml:space="preserve"> 10/12</w:t>
      </w:r>
    </w:p>
    <w:p w:rsidR="0086372A" w:rsidRPr="0054292B" w:rsidRDefault="0086682A" w:rsidP="0086682A">
      <w:pPr>
        <w:tabs>
          <w:tab w:val="left" w:pos="5670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54292B" w:rsidRPr="0054292B">
        <w:rPr>
          <w:rFonts w:ascii="Verdana" w:hAnsi="Verdana" w:cs="Verdana"/>
          <w:sz w:val="18"/>
          <w:szCs w:val="18"/>
        </w:rPr>
        <w:t>2512</w:t>
      </w:r>
      <w:r>
        <w:rPr>
          <w:rFonts w:ascii="Verdana" w:hAnsi="Verdana" w:cs="Verdana"/>
          <w:sz w:val="18"/>
          <w:szCs w:val="18"/>
        </w:rPr>
        <w:t>8</w:t>
      </w:r>
      <w:r w:rsidR="0054292B" w:rsidRPr="0054292B">
        <w:rPr>
          <w:rFonts w:ascii="Verdana" w:hAnsi="Verdana" w:cs="Verdana"/>
          <w:sz w:val="18"/>
          <w:szCs w:val="18"/>
        </w:rPr>
        <w:t xml:space="preserve"> – </w:t>
      </w:r>
      <w:r w:rsidR="0086372A" w:rsidRPr="0054292B">
        <w:rPr>
          <w:rFonts w:ascii="Verdana" w:hAnsi="Verdana" w:cs="Verdana"/>
          <w:sz w:val="18"/>
          <w:szCs w:val="18"/>
        </w:rPr>
        <w:t>BRESCIA</w:t>
      </w:r>
    </w:p>
    <w:p w:rsidR="0054292B" w:rsidRDefault="0054292B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86682A" w:rsidRDefault="006E38D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>Oggetto: comunicazione di attivazione di conto corrente dedicato ad appalti/commesse</w:t>
      </w:r>
      <w:r w:rsidR="00BB74E3">
        <w:rPr>
          <w:rFonts w:ascii="Verdana" w:hAnsi="Verdana" w:cs="Verdana"/>
          <w:b/>
          <w:sz w:val="18"/>
          <w:szCs w:val="18"/>
        </w:rPr>
        <w:t xml:space="preserve"> p</w:t>
      </w:r>
      <w:r w:rsidRPr="0086682A">
        <w:rPr>
          <w:rFonts w:ascii="Verdana" w:hAnsi="Verdana" w:cs="Verdana"/>
          <w:b/>
          <w:sz w:val="18"/>
          <w:szCs w:val="18"/>
        </w:rPr>
        <w:t>ubbliche</w:t>
      </w:r>
      <w:r w:rsidR="00A67C82" w:rsidRPr="0086682A">
        <w:rPr>
          <w:rFonts w:ascii="Verdana" w:hAnsi="Verdana" w:cs="Verdana"/>
          <w:b/>
          <w:sz w:val="18"/>
          <w:szCs w:val="18"/>
        </w:rPr>
        <w:t>/contributi</w:t>
      </w:r>
      <w:r w:rsidRPr="0086682A">
        <w:rPr>
          <w:rFonts w:ascii="Verdana" w:hAnsi="Verdana" w:cs="Verdana"/>
          <w:b/>
          <w:sz w:val="18"/>
          <w:szCs w:val="18"/>
        </w:rPr>
        <w:t xml:space="preserve"> ai sensi dell’art. 3, </w:t>
      </w:r>
      <w:r w:rsidR="0054292B" w:rsidRPr="0086682A">
        <w:rPr>
          <w:rFonts w:ascii="Verdana" w:hAnsi="Verdana" w:cs="Verdana"/>
          <w:b/>
          <w:sz w:val="18"/>
          <w:szCs w:val="18"/>
        </w:rPr>
        <w:t>comma 7 della legge n. 136/2010 e richiesta autonoma DURC</w:t>
      </w:r>
      <w:r w:rsidR="00BB74E3">
        <w:rPr>
          <w:rFonts w:ascii="Verdana" w:hAnsi="Verdana" w:cs="Verdana"/>
          <w:b/>
          <w:sz w:val="18"/>
          <w:szCs w:val="18"/>
        </w:rPr>
        <w:t>.</w:t>
      </w:r>
    </w:p>
    <w:p w:rsidR="005C1CED" w:rsidRPr="0054292B" w:rsidRDefault="005C1CED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D6626E" w:rsidRPr="0054292B" w:rsidRDefault="0086372A" w:rsidP="0054292B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Con riferimento all’oggetto, in applicazione dell’art.3 “Tracciabilità dei flussi finanziari” della L.136/2010 “Legge Antimafia” e successive modifiche e integrazioni</w:t>
      </w:r>
      <w:r w:rsidR="0054292B" w:rsidRPr="0054292B">
        <w:rPr>
          <w:rFonts w:ascii="Verdana" w:hAnsi="Verdana" w:cs="Verdana"/>
          <w:sz w:val="18"/>
          <w:szCs w:val="18"/>
        </w:rPr>
        <w:t>, a</w:t>
      </w:r>
      <w:r w:rsidR="006E38D0" w:rsidRPr="0054292B">
        <w:rPr>
          <w:rFonts w:ascii="Verdana" w:hAnsi="Verdana" w:cs="Verdana"/>
          <w:sz w:val="18"/>
          <w:szCs w:val="18"/>
        </w:rPr>
        <w:t>l fine di poter assolvere agli obblighi sulla tracciabilità dei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movimenti finanziari previsti dall’art. 3 della legge n. 136/2010 relativi ai pagamenti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corrispondenti alle varie fasi di esecuzione dell’appalto</w:t>
      </w:r>
      <w:r w:rsidR="005C1CED" w:rsidRPr="0054292B">
        <w:rPr>
          <w:rFonts w:ascii="Verdana" w:hAnsi="Verdana" w:cs="Verdana"/>
          <w:sz w:val="18"/>
          <w:szCs w:val="18"/>
        </w:rPr>
        <w:t xml:space="preserve"> nonché per la </w:t>
      </w:r>
      <w:r w:rsidR="00A67C82" w:rsidRPr="0054292B">
        <w:rPr>
          <w:rFonts w:ascii="Verdana" w:hAnsi="Verdana" w:cs="Verdana"/>
          <w:sz w:val="18"/>
          <w:szCs w:val="18"/>
        </w:rPr>
        <w:t>concessione di contributi</w:t>
      </w:r>
      <w:r w:rsidR="00D6626E" w:rsidRPr="0054292B">
        <w:rPr>
          <w:rFonts w:ascii="Verdana" w:hAnsi="Verdana" w:cs="Verdana"/>
          <w:sz w:val="18"/>
          <w:szCs w:val="18"/>
        </w:rPr>
        <w:t xml:space="preserve">, _l_ </w:t>
      </w:r>
      <w:proofErr w:type="spellStart"/>
      <w:r w:rsidR="00D6626E" w:rsidRPr="0054292B">
        <w:rPr>
          <w:rFonts w:ascii="Verdana" w:hAnsi="Verdana" w:cs="Verdana"/>
          <w:sz w:val="18"/>
          <w:szCs w:val="18"/>
        </w:rPr>
        <w:t>sottoscritt</w:t>
      </w:r>
      <w:proofErr w:type="spellEnd"/>
      <w:r w:rsidR="00D6626E" w:rsidRPr="0054292B">
        <w:rPr>
          <w:rFonts w:ascii="Verdana" w:hAnsi="Verdana" w:cs="Verdana"/>
          <w:sz w:val="18"/>
          <w:szCs w:val="18"/>
        </w:rPr>
        <w:t xml:space="preserve">_ </w:t>
      </w:r>
      <w:r w:rsidR="00E629EB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  <w:r w:rsidR="00D6626E" w:rsidRPr="0054292B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D6626E" w:rsidRPr="0054292B">
        <w:rPr>
          <w:rFonts w:ascii="Verdana" w:hAnsi="Verdana" w:cs="Verdana"/>
          <w:sz w:val="18"/>
          <w:szCs w:val="18"/>
        </w:rPr>
        <w:t>nat</w:t>
      </w:r>
      <w:proofErr w:type="spellEnd"/>
      <w:r w:rsidR="00D6626E" w:rsidRPr="0054292B">
        <w:rPr>
          <w:rFonts w:ascii="Verdana" w:hAnsi="Verdana" w:cs="Verdana"/>
          <w:sz w:val="18"/>
          <w:szCs w:val="18"/>
        </w:rPr>
        <w:t>_ a 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, il </w:t>
      </w:r>
      <w:r w:rsidR="00D6626E" w:rsidRPr="0054292B">
        <w:rPr>
          <w:rFonts w:ascii="Verdana" w:hAnsi="Verdana" w:cs="Verdana"/>
          <w:sz w:val="18"/>
          <w:szCs w:val="18"/>
        </w:rPr>
        <w:t xml:space="preserve">………………………………, </w:t>
      </w:r>
      <w:r w:rsidR="00D24B27" w:rsidRPr="0054292B">
        <w:rPr>
          <w:rFonts w:ascii="Verdana" w:hAnsi="Verdana" w:cs="Verdana"/>
          <w:sz w:val="18"/>
          <w:szCs w:val="18"/>
        </w:rPr>
        <w:t xml:space="preserve"> 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6626E" w:rsidRPr="0054292B">
        <w:rPr>
          <w:rFonts w:ascii="Verdana" w:hAnsi="Verdana" w:cs="Verdana"/>
          <w:sz w:val="18"/>
          <w:szCs w:val="18"/>
        </w:rPr>
        <w:t xml:space="preserve"> Via</w:t>
      </w:r>
      <w:r w:rsidR="00D24B27" w:rsidRPr="0054292B">
        <w:rPr>
          <w:rFonts w:ascii="Verdana" w:hAnsi="Verdana" w:cs="Verdana"/>
          <w:sz w:val="18"/>
          <w:szCs w:val="18"/>
        </w:rPr>
        <w:t xml:space="preserve">……………………………………………… </w:t>
      </w:r>
      <w:r w:rsidR="00D6626E" w:rsidRPr="0054292B">
        <w:rPr>
          <w:rFonts w:ascii="Verdana" w:hAnsi="Verdana" w:cs="Verdana"/>
          <w:sz w:val="18"/>
          <w:szCs w:val="18"/>
        </w:rPr>
        <w:t>codice fiscale</w:t>
      </w:r>
      <w:r w:rsidR="00D24B27" w:rsidRPr="0054292B">
        <w:rPr>
          <w:rFonts w:ascii="Verdana" w:hAnsi="Verdana" w:cs="Verdana"/>
          <w:sz w:val="18"/>
          <w:szCs w:val="18"/>
        </w:rPr>
        <w:t>………………</w:t>
      </w:r>
      <w:r w:rsidR="00E629EB" w:rsidRPr="0054292B">
        <w:rPr>
          <w:rFonts w:ascii="Verdana" w:hAnsi="Verdana" w:cs="Verdana"/>
          <w:sz w:val="18"/>
          <w:szCs w:val="18"/>
        </w:rPr>
        <w:t>……………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 </w:t>
      </w:r>
      <w:r w:rsidR="00D6626E" w:rsidRPr="0054292B">
        <w:rPr>
          <w:rFonts w:ascii="Verdana" w:hAnsi="Verdana" w:cs="Verdana"/>
          <w:sz w:val="18"/>
          <w:szCs w:val="18"/>
        </w:rPr>
        <w:t>partita iva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</w:t>
      </w:r>
      <w:r w:rsidR="00D6626E" w:rsidRPr="0054292B">
        <w:rPr>
          <w:rFonts w:ascii="Verdana" w:hAnsi="Verdana" w:cs="Verdana"/>
          <w:sz w:val="18"/>
          <w:szCs w:val="18"/>
        </w:rPr>
        <w:t xml:space="preserve">, in merito al lavoro/servizio/fornitura relativo a 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:rsidR="00BB74E3" w:rsidRDefault="00BB74E3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</w:p>
    <w:p w:rsidR="006E38D0" w:rsidRPr="0054292B" w:rsidRDefault="00F06F9E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54292B">
        <w:rPr>
          <w:rFonts w:ascii="Verdana" w:hAnsi="Verdana" w:cs="Verdana,Bold"/>
          <w:b/>
          <w:bCs/>
          <w:sz w:val="18"/>
          <w:szCs w:val="18"/>
        </w:rPr>
        <w:t>comunica</w:t>
      </w:r>
    </w:p>
    <w:p w:rsidR="006E38D0" w:rsidRPr="0054292B" w:rsidRDefault="006E38D0" w:rsidP="00830760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(ai sensi del comma 7 dello stesso art. 3)</w:t>
      </w:r>
    </w:p>
    <w:p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6E38D0" w:rsidP="00D24B27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l’esistenza del conto corrente dedicato alla gestione dei movimenti finanziari relativi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all’appalto / agli appalti / commesse pubbliche</w:t>
      </w:r>
      <w:r w:rsidR="00A67C82" w:rsidRPr="0054292B">
        <w:rPr>
          <w:rFonts w:ascii="Verdana" w:hAnsi="Verdana" w:cs="Verdana"/>
          <w:sz w:val="18"/>
          <w:szCs w:val="18"/>
        </w:rPr>
        <w:t>/ concessione di contributi</w:t>
      </w:r>
      <w:r w:rsidRPr="0054292B">
        <w:rPr>
          <w:rFonts w:ascii="Verdana" w:hAnsi="Verdana" w:cs="Verdana"/>
          <w:sz w:val="18"/>
          <w:szCs w:val="18"/>
        </w:rPr>
        <w:t xml:space="preserve"> a far data dal 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, presso la Banca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/ Poste Italiane S.p.a. ……………………</w:t>
      </w:r>
      <w:r w:rsidR="00D24B27" w:rsidRPr="0054292B">
        <w:rPr>
          <w:rFonts w:ascii="Verdana" w:hAnsi="Verdana" w:cs="Verdana"/>
          <w:sz w:val="18"/>
          <w:szCs w:val="18"/>
        </w:rPr>
        <w:t xml:space="preserve">……  con </w:t>
      </w:r>
      <w:r w:rsidRPr="0054292B">
        <w:rPr>
          <w:rFonts w:ascii="Verdana" w:hAnsi="Verdana" w:cs="Verdana"/>
          <w:sz w:val="18"/>
          <w:szCs w:val="18"/>
        </w:rPr>
        <w:t>i seguenti dati identificativi: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</w:p>
    <w:p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541EF3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Banca (Denominazione </w:t>
      </w:r>
      <w:r w:rsidR="0054292B" w:rsidRPr="0054292B">
        <w:rPr>
          <w:rFonts w:ascii="Verdana" w:hAnsi="Verdana" w:cs="Verdana"/>
          <w:sz w:val="18"/>
          <w:szCs w:val="18"/>
        </w:rPr>
        <w:t>completa) …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:rsidR="00541EF3" w:rsidRPr="0054292B" w:rsidRDefault="00541EF3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Agenzia / Filiale (denominazione e </w:t>
      </w:r>
      <w:r w:rsidR="0054292B" w:rsidRPr="0054292B">
        <w:rPr>
          <w:rFonts w:ascii="Verdana" w:hAnsi="Verdana" w:cs="Verdana"/>
          <w:sz w:val="18"/>
          <w:szCs w:val="18"/>
        </w:rPr>
        <w:t>indirizzo) …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IBAN:</w:t>
      </w:r>
      <w:r w:rsidR="00A67C82" w:rsidRPr="0054292B">
        <w:rPr>
          <w:rFonts w:ascii="Verdana" w:hAnsi="Verdana" w:cs="Verdana"/>
          <w:sz w:val="18"/>
          <w:szCs w:val="18"/>
        </w:rPr>
        <w:t xml:space="preserve"> …………………………………………………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Codici di riscontro: ABI ……… CAB 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CIN</w:t>
      </w:r>
      <w:proofErr w:type="gramStart"/>
      <w:r w:rsidRPr="0054292B">
        <w:rPr>
          <w:rFonts w:ascii="Verdana" w:hAnsi="Verdana" w:cs="Verdana"/>
          <w:sz w:val="18"/>
          <w:szCs w:val="18"/>
        </w:rPr>
        <w:t xml:space="preserve"> ….</w:t>
      </w:r>
      <w:proofErr w:type="gramEnd"/>
      <w:r w:rsidRPr="0054292B">
        <w:rPr>
          <w:rFonts w:ascii="Verdana" w:hAnsi="Verdana" w:cs="Verdana"/>
          <w:sz w:val="18"/>
          <w:szCs w:val="18"/>
        </w:rPr>
        <w:t>.</w:t>
      </w:r>
    </w:p>
    <w:p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6E38D0" w:rsidRPr="0054292B" w:rsidRDefault="006E38D0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Intestatario del conto (ragione sociale completa dell’azienda, sede legale </w:t>
      </w:r>
      <w:r w:rsidRPr="0054292B">
        <w:rPr>
          <w:rFonts w:ascii="Verdana" w:hAnsi="Verdana" w:cs="Tahoma"/>
          <w:sz w:val="18"/>
          <w:szCs w:val="18"/>
        </w:rPr>
        <w:t>e dell’unità produttiva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che gestisce l’appalto, il codice fiscale)</w:t>
      </w:r>
    </w:p>
    <w:p w:rsidR="00A67C82" w:rsidRPr="0054292B" w:rsidRDefault="00A67C82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:rsidR="00830760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:rsidR="006E38D0" w:rsidRPr="0054292B" w:rsidRDefault="00D24B27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I </w:t>
      </w:r>
      <w:r w:rsidR="006E38D0" w:rsidRPr="0054292B">
        <w:rPr>
          <w:rFonts w:ascii="Verdana" w:hAnsi="Verdana" w:cs="Tahoma"/>
          <w:sz w:val="18"/>
          <w:szCs w:val="18"/>
        </w:rPr>
        <w:t>soggetti (persone fisiche) che per l’impresa saranno</w:t>
      </w:r>
      <w:r w:rsidR="00A67C82" w:rsidRPr="0054292B">
        <w:rPr>
          <w:rFonts w:ascii="Verdana" w:hAnsi="Verdana" w:cs="Tahoma"/>
          <w:sz w:val="18"/>
          <w:szCs w:val="18"/>
        </w:rPr>
        <w:t>/sono</w:t>
      </w:r>
      <w:r w:rsidR="006E38D0" w:rsidRPr="0054292B">
        <w:rPr>
          <w:rFonts w:ascii="Verdana" w:hAnsi="Verdana" w:cs="Tahoma"/>
          <w:sz w:val="18"/>
          <w:szCs w:val="18"/>
        </w:rPr>
        <w:t xml:space="preserve"> delegati ad operare sul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="006E38D0" w:rsidRPr="0054292B">
        <w:rPr>
          <w:rFonts w:ascii="Verdana" w:hAnsi="Verdana" w:cs="Tahoma"/>
          <w:sz w:val="18"/>
          <w:szCs w:val="18"/>
        </w:rPr>
        <w:t>conto corrente dedicato:</w:t>
      </w:r>
    </w:p>
    <w:p w:rsidR="006E38D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a) sig. ………………</w:t>
      </w:r>
      <w:r w:rsidR="00830760" w:rsidRPr="0054292B">
        <w:rPr>
          <w:rFonts w:ascii="Verdana" w:hAnsi="Verdana" w:cs="Tahoma"/>
          <w:sz w:val="18"/>
          <w:szCs w:val="18"/>
        </w:rPr>
        <w:t>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 xml:space="preserve">, nato a </w:t>
      </w:r>
      <w:r w:rsidR="00830760"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,</w:t>
      </w:r>
      <w:r w:rsidR="00830760" w:rsidRPr="0054292B">
        <w:rPr>
          <w:rFonts w:ascii="Verdana" w:hAnsi="Verdana" w:cs="Tahoma"/>
          <w:sz w:val="18"/>
          <w:szCs w:val="18"/>
        </w:rPr>
        <w:t xml:space="preserve"> i</w:t>
      </w:r>
      <w:r w:rsidR="00E629EB" w:rsidRPr="0054292B">
        <w:rPr>
          <w:rFonts w:ascii="Verdana" w:hAnsi="Verdana" w:cs="Tahoma"/>
          <w:sz w:val="18"/>
          <w:szCs w:val="18"/>
        </w:rPr>
        <w:t>l …………………………………</w:t>
      </w:r>
      <w:r w:rsidRPr="0054292B">
        <w:rPr>
          <w:rFonts w:ascii="Verdana" w:hAnsi="Verdana" w:cs="Tahoma"/>
          <w:sz w:val="18"/>
          <w:szCs w:val="18"/>
        </w:rPr>
        <w:t xml:space="preserve"> residente a 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830760" w:rsidRPr="0054292B">
        <w:rPr>
          <w:rFonts w:ascii="Verdana" w:hAnsi="Verdana" w:cs="Tahoma"/>
          <w:sz w:val="18"/>
          <w:szCs w:val="18"/>
        </w:rPr>
        <w:t>……………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Pr="0054292B">
        <w:rPr>
          <w:rFonts w:ascii="Verdana" w:hAnsi="Verdana" w:cs="Tahoma"/>
          <w:sz w:val="18"/>
          <w:szCs w:val="18"/>
        </w:rPr>
        <w:t>.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…………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="00830760" w:rsidRPr="0054292B">
        <w:rPr>
          <w:rFonts w:ascii="Verdana" w:hAnsi="Verdana" w:cs="Tahoma"/>
          <w:sz w:val="18"/>
          <w:szCs w:val="18"/>
        </w:rPr>
        <w:t>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>………………………, operante in qualità di 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:rsidR="0083076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b) </w:t>
      </w:r>
      <w:r w:rsidR="00830760" w:rsidRPr="0054292B">
        <w:rPr>
          <w:rFonts w:ascii="Verdana" w:hAnsi="Verdana" w:cs="Tahoma"/>
          <w:sz w:val="18"/>
          <w:szCs w:val="18"/>
        </w:rPr>
        <w:t>sig. 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BB74E3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, nato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</w:t>
      </w:r>
      <w:proofErr w:type="gramStart"/>
      <w:r w:rsidR="00830760" w:rsidRPr="0054292B">
        <w:rPr>
          <w:rFonts w:ascii="Verdana" w:hAnsi="Verdana" w:cs="Tahoma"/>
          <w:sz w:val="18"/>
          <w:szCs w:val="18"/>
        </w:rPr>
        <w:t>…….</w:t>
      </w:r>
      <w:proofErr w:type="gramEnd"/>
      <w:r w:rsidR="00830760" w:rsidRPr="0054292B">
        <w:rPr>
          <w:rFonts w:ascii="Verdana" w:hAnsi="Verdana" w:cs="Tahoma"/>
          <w:sz w:val="18"/>
          <w:szCs w:val="18"/>
        </w:rPr>
        <w:t>., il 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 residente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="00830760"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="00830760" w:rsidRPr="0054292B">
        <w:rPr>
          <w:rFonts w:ascii="Verdana" w:hAnsi="Verdana" w:cs="Tahoma"/>
          <w:sz w:val="18"/>
          <w:szCs w:val="18"/>
        </w:rPr>
        <w:t>. 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………………………, operante in qualità di 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:rsidR="0054292B" w:rsidRPr="0054292B" w:rsidRDefault="00830760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</w:p>
    <w:p w:rsidR="0054292B" w:rsidRPr="0054292B" w:rsidRDefault="0054292B" w:rsidP="0054292B">
      <w:pPr>
        <w:pStyle w:val="Titolo1"/>
        <w:ind w:left="426"/>
        <w:rPr>
          <w:rFonts w:ascii="Verdana" w:hAnsi="Verdana"/>
          <w:sz w:val="18"/>
          <w:szCs w:val="18"/>
        </w:rPr>
      </w:pPr>
      <w:r w:rsidRPr="0054292B">
        <w:rPr>
          <w:rFonts w:ascii="Verdana" w:hAnsi="Verdana"/>
          <w:sz w:val="18"/>
          <w:szCs w:val="18"/>
        </w:rPr>
        <w:t>Dati per la richiesta autonoma del D.U.R.C.</w:t>
      </w:r>
    </w:p>
    <w:p w:rsidR="0054292B" w:rsidRPr="0054292B" w:rsidRDefault="0054292B" w:rsidP="0054292B">
      <w:pPr>
        <w:spacing w:line="240" w:lineRule="atLeast"/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4"/>
        <w:gridCol w:w="1092"/>
        <w:gridCol w:w="2594"/>
        <w:gridCol w:w="708"/>
        <w:gridCol w:w="3644"/>
      </w:tblGrid>
      <w:tr w:rsidR="0054292B" w:rsidRPr="0054292B" w:rsidTr="00A70E7B">
        <w:trPr>
          <w:trHeight w:val="382"/>
          <w:jc w:val="center"/>
        </w:trPr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292B">
              <w:rPr>
                <w:rFonts w:ascii="Verdana" w:hAnsi="Verdana"/>
                <w:b/>
                <w:spacing w:val="-7"/>
                <w:sz w:val="18"/>
                <w:szCs w:val="18"/>
              </w:rPr>
              <w:t xml:space="preserve">Ragione </w:t>
            </w:r>
            <w:r w:rsidRPr="0054292B">
              <w:rPr>
                <w:rFonts w:ascii="Verdana" w:hAnsi="Verdana"/>
                <w:b/>
                <w:spacing w:val="-4"/>
                <w:sz w:val="18"/>
                <w:szCs w:val="18"/>
              </w:rPr>
              <w:t>sociale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4292B" w:rsidRPr="0054292B" w:rsidTr="00A70E7B">
        <w:trPr>
          <w:trHeight w:val="349"/>
          <w:jc w:val="center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pacing w:val="-8"/>
                <w:sz w:val="18"/>
                <w:szCs w:val="18"/>
              </w:rPr>
              <w:t xml:space="preserve">Codice Fiscale 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z w:val="18"/>
                <w:szCs w:val="18"/>
              </w:rPr>
              <w:t>P. IVA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Data, …………………… </w:t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  <w:t>Il Legale Rappresentante</w:t>
      </w:r>
      <w:r>
        <w:rPr>
          <w:rFonts w:ascii="Verdana" w:hAnsi="Verdana" w:cs="Verdana"/>
          <w:sz w:val="18"/>
          <w:szCs w:val="18"/>
        </w:rPr>
        <w:t xml:space="preserve"> dell’</w:t>
      </w:r>
      <w:r w:rsidRPr="0054292B">
        <w:rPr>
          <w:rFonts w:ascii="Verdana" w:hAnsi="Verdana" w:cs="Verdana"/>
          <w:sz w:val="18"/>
          <w:szCs w:val="18"/>
        </w:rPr>
        <w:t>Azienda</w:t>
      </w:r>
    </w:p>
    <w:p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:rsidR="0054292B" w:rsidRPr="0054292B" w:rsidRDefault="0054292B" w:rsidP="0054292B">
      <w:pPr>
        <w:jc w:val="both"/>
        <w:rPr>
          <w:rFonts w:ascii="Verdana" w:hAnsi="Verdana"/>
          <w:sz w:val="18"/>
          <w:szCs w:val="18"/>
        </w:rPr>
      </w:pPr>
    </w:p>
    <w:sectPr w:rsidR="0054292B" w:rsidRPr="0054292B" w:rsidSect="0071558B">
      <w:headerReference w:type="default" r:id="rId11"/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8A" w:rsidRDefault="00721B8A" w:rsidP="00721B8A">
      <w:r>
        <w:separator/>
      </w:r>
    </w:p>
  </w:endnote>
  <w:endnote w:type="continuationSeparator" w:id="0">
    <w:p w:rsidR="00721B8A" w:rsidRDefault="00721B8A" w:rsidP="0072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8A" w:rsidRDefault="00721B8A" w:rsidP="00721B8A">
      <w:r>
        <w:separator/>
      </w:r>
    </w:p>
  </w:footnote>
  <w:footnote w:type="continuationSeparator" w:id="0">
    <w:p w:rsidR="00721B8A" w:rsidRDefault="00721B8A" w:rsidP="00721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8A" w:rsidRPr="00721B8A" w:rsidRDefault="00721B8A" w:rsidP="00721B8A">
    <w:pPr>
      <w:pStyle w:val="Intestazione"/>
      <w:jc w:val="right"/>
      <w:rPr>
        <w:rFonts w:ascii="Verdana" w:hAnsi="Verdana" w:cstheme="minorHAnsi"/>
        <w:sz w:val="20"/>
        <w:szCs w:val="20"/>
      </w:rPr>
    </w:pPr>
    <w:r w:rsidRPr="00721B8A">
      <w:rPr>
        <w:rFonts w:ascii="Verdana" w:hAnsi="Verdana" w:cstheme="minorHAnsi"/>
        <w:sz w:val="20"/>
        <w:szCs w:val="20"/>
      </w:rPr>
      <w:t xml:space="preserve">ALLEGATO 2 – </w:t>
    </w:r>
    <w:proofErr w:type="spellStart"/>
    <w:r w:rsidRPr="00721B8A">
      <w:rPr>
        <w:rFonts w:ascii="Verdana" w:hAnsi="Verdana" w:cstheme="minorHAnsi"/>
        <w:sz w:val="20"/>
        <w:szCs w:val="20"/>
      </w:rPr>
      <w:t>Mod</w:t>
    </w:r>
    <w:proofErr w:type="spellEnd"/>
    <w:r w:rsidRPr="00721B8A">
      <w:rPr>
        <w:rFonts w:ascii="Verdana" w:hAnsi="Verdana" w:cstheme="minorHAnsi"/>
        <w:sz w:val="20"/>
        <w:szCs w:val="20"/>
      </w:rPr>
      <w:t>. Tracciabilità e DURC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721D0"/>
    <w:multiLevelType w:val="hybridMultilevel"/>
    <w:tmpl w:val="5D04C940"/>
    <w:lvl w:ilvl="0" w:tplc="E1E8F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05F1E"/>
    <w:multiLevelType w:val="hybridMultilevel"/>
    <w:tmpl w:val="84F88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F5"/>
    <w:rsid w:val="000605F5"/>
    <w:rsid w:val="000D15DD"/>
    <w:rsid w:val="00163F17"/>
    <w:rsid w:val="00395028"/>
    <w:rsid w:val="003D1817"/>
    <w:rsid w:val="00420266"/>
    <w:rsid w:val="004B61F5"/>
    <w:rsid w:val="004D5768"/>
    <w:rsid w:val="00541EF3"/>
    <w:rsid w:val="0054292B"/>
    <w:rsid w:val="005C1CED"/>
    <w:rsid w:val="0065447C"/>
    <w:rsid w:val="00686BB0"/>
    <w:rsid w:val="006B02F1"/>
    <w:rsid w:val="006E38D0"/>
    <w:rsid w:val="0071558B"/>
    <w:rsid w:val="00721B8A"/>
    <w:rsid w:val="00830760"/>
    <w:rsid w:val="0086372A"/>
    <w:rsid w:val="0086682A"/>
    <w:rsid w:val="00921811"/>
    <w:rsid w:val="009427A5"/>
    <w:rsid w:val="00A67C82"/>
    <w:rsid w:val="00A70E7B"/>
    <w:rsid w:val="00BB74E3"/>
    <w:rsid w:val="00C43A6A"/>
    <w:rsid w:val="00D24B27"/>
    <w:rsid w:val="00D6626E"/>
    <w:rsid w:val="00E629EB"/>
    <w:rsid w:val="00E754C7"/>
    <w:rsid w:val="00F06F9E"/>
    <w:rsid w:val="00F27E4B"/>
    <w:rsid w:val="00FA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03CFA"/>
  <w15:chartTrackingRefBased/>
  <w15:docId w15:val="{CB048054-0467-4EF2-9C3B-90372F2E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447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292B"/>
    <w:pPr>
      <w:keepNext/>
      <w:spacing w:line="240" w:lineRule="atLeast"/>
      <w:jc w:val="center"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54292B"/>
    <w:rPr>
      <w:b/>
      <w:bCs/>
      <w:sz w:val="28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21B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B8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21B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B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ormat\procedura%20acquisti\2019\mod.%201%20-%20Tracciabilit&#224;%20e%20dati%20du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E019E3C0CC1F40BD447DC108DFC99D" ma:contentTypeVersion="0" ma:contentTypeDescription="Creare un nuovo documento." ma:contentTypeScope="" ma:versionID="d08a5da1adea8f04c03f51d8e9dc0d7a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61AB4-055B-4883-B77F-71F2302F58E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D9007B-12E7-4C45-B1E3-E95B1898F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11DE7-268B-4230-98E0-44F353FD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E0DB0A-0FAC-4DAB-BCEB-F251BCCC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mod. 1 - Tracciabilità e dati durc</Template>
  <TotalTime>3</TotalTime>
  <Pages>1</Pages>
  <Words>287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attivazione di conto corrente dedicato ad appalti/commesse pubbliche</vt:lpstr>
    </vt:vector>
  </TitlesOfParts>
  <Company>Comune di Desenzano del Garda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attivazione di conto corrente dedicato ad appalti/commesse pubbliche</dc:title>
  <dc:subject/>
  <dc:creator>AMM - Marika Carrera</dc:creator>
  <cp:keywords/>
  <dc:description/>
  <cp:lastModifiedBy>AMM - Marika Carrera</cp:lastModifiedBy>
  <cp:revision>3</cp:revision>
  <dcterms:created xsi:type="dcterms:W3CDTF">2019-08-08T10:30:00Z</dcterms:created>
  <dcterms:modified xsi:type="dcterms:W3CDTF">2020-03-12T08:06:00Z</dcterms:modified>
</cp:coreProperties>
</file>