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8F396" w14:textId="3AE05B29" w:rsidR="002F6BA4" w:rsidRPr="0007430C" w:rsidRDefault="002F6BA4" w:rsidP="002F6BA4">
      <w:pPr>
        <w:tabs>
          <w:tab w:val="left" w:pos="495"/>
        </w:tabs>
        <w:spacing w:line="360" w:lineRule="auto"/>
        <w:rPr>
          <w:rFonts w:ascii="Segoe UI" w:hAnsi="Segoe UI" w:cs="Segoe UI"/>
          <w:bCs/>
          <w:sz w:val="26"/>
          <w:szCs w:val="26"/>
        </w:rPr>
      </w:pPr>
    </w:p>
    <w:p w14:paraId="5AB32723" w14:textId="313E84AC" w:rsidR="0007430C" w:rsidRPr="00C552C0" w:rsidRDefault="0007430C" w:rsidP="0007430C">
      <w:pPr>
        <w:tabs>
          <w:tab w:val="left" w:pos="495"/>
        </w:tabs>
        <w:spacing w:line="360" w:lineRule="auto"/>
        <w:jc w:val="center"/>
        <w:rPr>
          <w:rFonts w:cstheme="minorHAnsi"/>
          <w:b/>
          <w:sz w:val="20"/>
          <w:szCs w:val="20"/>
        </w:rPr>
      </w:pPr>
      <w:r w:rsidRPr="00C552C0">
        <w:rPr>
          <w:rFonts w:cstheme="minorHAnsi"/>
          <w:b/>
          <w:sz w:val="20"/>
          <w:szCs w:val="20"/>
        </w:rPr>
        <w:t>AVVISO PUBBLICO DI INDAGINE DI MERCATO PER L’ACQUISIZIONE DI PREVENTIVI</w:t>
      </w:r>
    </w:p>
    <w:p w14:paraId="4C160138" w14:textId="4DD545DB" w:rsidR="0007430C" w:rsidRPr="00C552C0" w:rsidRDefault="0007430C" w:rsidP="0007430C">
      <w:pPr>
        <w:tabs>
          <w:tab w:val="left" w:pos="495"/>
        </w:tabs>
        <w:spacing w:line="276" w:lineRule="auto"/>
        <w:jc w:val="both"/>
        <w:rPr>
          <w:rFonts w:cstheme="minorHAnsi"/>
          <w:b/>
          <w:sz w:val="20"/>
          <w:szCs w:val="20"/>
        </w:rPr>
      </w:pPr>
      <w:r w:rsidRPr="00C552C0">
        <w:rPr>
          <w:rFonts w:cstheme="minorHAnsi"/>
          <w:b/>
          <w:sz w:val="20"/>
          <w:szCs w:val="20"/>
        </w:rPr>
        <w:t xml:space="preserve">PER </w:t>
      </w:r>
      <w:r w:rsidR="0034680D" w:rsidRPr="00C552C0">
        <w:rPr>
          <w:rFonts w:cstheme="minorHAnsi"/>
          <w:b/>
          <w:sz w:val="20"/>
          <w:szCs w:val="20"/>
        </w:rPr>
        <w:t>L’IDENTIFICAZIONE DI UNA DITTA PARTNER PER LA FORNITURA DI DISPOSITIVI INDIVIDUALI DI PROTEZIONE PER LE ESERCITAZIONI DI LABORATORIO DEI VARI SETTORI PER TUTTI GLI ALLIEVI DEL</w:t>
      </w:r>
      <w:r w:rsidRPr="00C552C0">
        <w:rPr>
          <w:rFonts w:eastAsia="Calibri" w:cstheme="minorHAnsi"/>
          <w:b/>
          <w:sz w:val="20"/>
          <w:szCs w:val="20"/>
        </w:rPr>
        <w:t xml:space="preserve"> CENTRO FORMATIVO PROVINCIALE “GIUSEPPE ZANARDELLI” U.O. DI BRESCIA</w:t>
      </w:r>
      <w:r w:rsidRPr="00C552C0">
        <w:rPr>
          <w:rFonts w:eastAsia="Calibri" w:cstheme="minorHAnsi"/>
          <w:b/>
          <w:bCs/>
          <w:sz w:val="20"/>
          <w:szCs w:val="20"/>
        </w:rPr>
        <w:t xml:space="preserve">, CHIARI, CLUSANE D’ISEO, DARFO BOARIO TERME, EDOLO, PONTE DI LEGNO, RIVOLTELLA DEL GARDA, VEROLANUOVA E VILLANUOVA S/CLISI PER </w:t>
      </w:r>
      <w:r w:rsidR="0034680D" w:rsidRPr="00C552C0">
        <w:rPr>
          <w:rFonts w:eastAsia="Calibri" w:cstheme="minorHAnsi"/>
          <w:b/>
          <w:bCs/>
          <w:sz w:val="20"/>
          <w:szCs w:val="20"/>
        </w:rPr>
        <w:t>L’ANNO FORMATIVO</w:t>
      </w:r>
      <w:r w:rsidRPr="00C552C0">
        <w:rPr>
          <w:rFonts w:eastAsia="Calibri" w:cstheme="minorHAnsi"/>
          <w:b/>
          <w:bCs/>
          <w:sz w:val="20"/>
          <w:szCs w:val="20"/>
        </w:rPr>
        <w:t xml:space="preserve"> 202</w:t>
      </w:r>
      <w:r w:rsidR="00AC73FE">
        <w:rPr>
          <w:rFonts w:eastAsia="Calibri" w:cstheme="minorHAnsi"/>
          <w:b/>
          <w:bCs/>
          <w:sz w:val="20"/>
          <w:szCs w:val="20"/>
        </w:rPr>
        <w:t>2</w:t>
      </w:r>
      <w:r w:rsidRPr="00C552C0">
        <w:rPr>
          <w:rFonts w:eastAsia="Calibri" w:cstheme="minorHAnsi"/>
          <w:b/>
          <w:bCs/>
          <w:sz w:val="20"/>
          <w:szCs w:val="20"/>
        </w:rPr>
        <w:t>-202</w:t>
      </w:r>
      <w:r w:rsidR="00AC73FE">
        <w:rPr>
          <w:rFonts w:eastAsia="Calibri" w:cstheme="minorHAnsi"/>
          <w:b/>
          <w:bCs/>
          <w:sz w:val="20"/>
          <w:szCs w:val="20"/>
        </w:rPr>
        <w:t>3</w:t>
      </w:r>
      <w:r w:rsidR="000D0DAC" w:rsidRPr="00C552C0">
        <w:rPr>
          <w:rFonts w:eastAsia="Calibri" w:cstheme="minorHAnsi"/>
          <w:b/>
          <w:bCs/>
          <w:sz w:val="20"/>
          <w:szCs w:val="20"/>
        </w:rPr>
        <w:t>.</w:t>
      </w:r>
    </w:p>
    <w:p w14:paraId="5770AE6B" w14:textId="452871B4" w:rsidR="3AE773C4" w:rsidRDefault="3AE773C4" w:rsidP="3AE773C4">
      <w:pPr>
        <w:jc w:val="both"/>
        <w:rPr>
          <w:b/>
          <w:bCs/>
          <w:sz w:val="22"/>
          <w:szCs w:val="22"/>
        </w:rPr>
      </w:pPr>
    </w:p>
    <w:p w14:paraId="22B6A213" w14:textId="77777777" w:rsidR="00C552C0" w:rsidRDefault="00C552C0" w:rsidP="00C552C0">
      <w:pPr>
        <w:jc w:val="center"/>
        <w:rPr>
          <w:b/>
          <w:bCs/>
          <w:sz w:val="28"/>
          <w:szCs w:val="28"/>
        </w:rPr>
      </w:pPr>
    </w:p>
    <w:p w14:paraId="1F64A4CF" w14:textId="36A2E84D" w:rsidR="00C552C0" w:rsidRPr="00C552C0" w:rsidRDefault="00C552C0" w:rsidP="00C552C0">
      <w:pPr>
        <w:jc w:val="center"/>
        <w:rPr>
          <w:b/>
          <w:bCs/>
          <w:sz w:val="28"/>
          <w:szCs w:val="28"/>
        </w:rPr>
      </w:pPr>
      <w:r w:rsidRPr="00C552C0">
        <w:rPr>
          <w:b/>
          <w:bCs/>
          <w:sz w:val="28"/>
          <w:szCs w:val="28"/>
        </w:rPr>
        <w:t>MODELLO SERVIZI MIGLIORATIVI OFFERTI</w:t>
      </w:r>
    </w:p>
    <w:p w14:paraId="4B28A434" w14:textId="77777777" w:rsidR="00C552C0" w:rsidRPr="00C552C0" w:rsidRDefault="00C552C0" w:rsidP="0079100D">
      <w:pPr>
        <w:jc w:val="both"/>
        <w:rPr>
          <w:sz w:val="28"/>
          <w:szCs w:val="28"/>
        </w:rPr>
      </w:pPr>
    </w:p>
    <w:p w14:paraId="20BCD889" w14:textId="77777777" w:rsidR="00C552C0" w:rsidRDefault="00C552C0" w:rsidP="00C552C0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>La ditta____________________________</w:t>
      </w:r>
      <w:r>
        <w:rPr>
          <w:rFonts w:ascii="Arial Narrow" w:hAnsi="Arial Narrow" w:cs="Arial"/>
          <w:sz w:val="22"/>
          <w:szCs w:val="22"/>
        </w:rPr>
        <w:t>__________________________________________</w:t>
      </w:r>
      <w:r w:rsidRPr="009A17DE">
        <w:rPr>
          <w:rFonts w:ascii="Arial Narrow" w:hAnsi="Arial Narrow" w:cs="Arial"/>
          <w:sz w:val="22"/>
          <w:szCs w:val="22"/>
        </w:rPr>
        <w:t>_____________</w:t>
      </w:r>
      <w:r>
        <w:rPr>
          <w:rFonts w:ascii="Arial Narrow" w:hAnsi="Arial Narrow" w:cs="Arial"/>
          <w:sz w:val="22"/>
          <w:szCs w:val="22"/>
        </w:rPr>
        <w:t>___________</w:t>
      </w:r>
      <w:r w:rsidRPr="009A17DE">
        <w:rPr>
          <w:rFonts w:ascii="Arial Narrow" w:hAnsi="Arial Narrow" w:cs="Arial"/>
          <w:sz w:val="22"/>
          <w:szCs w:val="22"/>
        </w:rPr>
        <w:t xml:space="preserve">, </w:t>
      </w:r>
    </w:p>
    <w:p w14:paraId="07CBB499" w14:textId="77777777" w:rsidR="00C552C0" w:rsidRDefault="00C552C0" w:rsidP="00C552C0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>con sede in ________</w:t>
      </w:r>
      <w:r>
        <w:rPr>
          <w:rFonts w:ascii="Arial Narrow" w:hAnsi="Arial Narrow" w:cs="Arial"/>
          <w:sz w:val="22"/>
          <w:szCs w:val="22"/>
        </w:rPr>
        <w:t>_______________________</w:t>
      </w:r>
      <w:r w:rsidRPr="009A17DE">
        <w:rPr>
          <w:rFonts w:ascii="Arial Narrow" w:hAnsi="Arial Narrow" w:cs="Arial"/>
          <w:sz w:val="22"/>
          <w:szCs w:val="22"/>
        </w:rPr>
        <w:t>___________________________</w:t>
      </w:r>
      <w:r>
        <w:rPr>
          <w:rFonts w:ascii="Arial Narrow" w:hAnsi="Arial Narrow" w:cs="Arial"/>
          <w:sz w:val="22"/>
          <w:szCs w:val="22"/>
        </w:rPr>
        <w:t>______________________________</w:t>
      </w:r>
      <w:r w:rsidRPr="009A17DE">
        <w:rPr>
          <w:rFonts w:ascii="Arial Narrow" w:hAnsi="Arial Narrow" w:cs="Arial"/>
          <w:sz w:val="22"/>
          <w:szCs w:val="22"/>
        </w:rPr>
        <w:t>__,</w:t>
      </w:r>
    </w:p>
    <w:p w14:paraId="2CDC073B" w14:textId="77777777" w:rsidR="00C552C0" w:rsidRDefault="00C552C0" w:rsidP="00C552C0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>via___________________________________________________________________________________________</w:t>
      </w:r>
      <w:r>
        <w:rPr>
          <w:rFonts w:ascii="Arial Narrow" w:hAnsi="Arial Narrow" w:cs="Arial"/>
          <w:sz w:val="22"/>
          <w:szCs w:val="22"/>
        </w:rPr>
        <w:t>_______</w:t>
      </w:r>
      <w:r w:rsidRPr="009A17DE">
        <w:rPr>
          <w:rFonts w:ascii="Arial Narrow" w:hAnsi="Arial Narrow" w:cs="Arial"/>
          <w:sz w:val="22"/>
          <w:szCs w:val="22"/>
        </w:rPr>
        <w:t xml:space="preserve"> tel,____________________, Codice Fiscale ______________________________________________________,                                                          partita I.V.A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A17DE">
        <w:rPr>
          <w:rFonts w:ascii="Arial Narrow" w:hAnsi="Arial Narrow" w:cs="Arial"/>
          <w:sz w:val="22"/>
          <w:szCs w:val="22"/>
        </w:rPr>
        <w:t>_______________________________________________</w:t>
      </w:r>
    </w:p>
    <w:p w14:paraId="100E3E60" w14:textId="5DEF2D32" w:rsidR="00C552C0" w:rsidRPr="009A17DE" w:rsidRDefault="00C552C0" w:rsidP="00C552C0">
      <w:pPr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 xml:space="preserve">in persona del Legale rappresentate </w:t>
      </w:r>
    </w:p>
    <w:p w14:paraId="0D7B977C" w14:textId="77777777" w:rsidR="00C552C0" w:rsidRPr="009A17DE" w:rsidRDefault="00C552C0" w:rsidP="00C552C0">
      <w:pPr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596F22C6" w14:textId="0EB229D2" w:rsidR="00C552C0" w:rsidRPr="009A17DE" w:rsidRDefault="00FB7009" w:rsidP="00C552C0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OFFRE I SEGUENTI SERVIZI MIGLIORATIVI AGGIUNTIVI </w:t>
      </w:r>
    </w:p>
    <w:p w14:paraId="614537E1" w14:textId="77777777" w:rsidR="00C552C0" w:rsidRDefault="00C552C0" w:rsidP="0079100D">
      <w:pPr>
        <w:jc w:val="both"/>
        <w:rPr>
          <w:sz w:val="22"/>
          <w:szCs w:val="22"/>
        </w:rPr>
      </w:pPr>
    </w:p>
    <w:p w14:paraId="6B832204" w14:textId="6C205414" w:rsidR="00C552C0" w:rsidRDefault="00C552C0" w:rsidP="0079100D">
      <w:pPr>
        <w:jc w:val="both"/>
        <w:rPr>
          <w:sz w:val="22"/>
          <w:szCs w:val="22"/>
        </w:rPr>
      </w:pPr>
    </w:p>
    <w:p w14:paraId="2F4667BF" w14:textId="0FCEF38B" w:rsidR="00FB7009" w:rsidRDefault="00FB7009" w:rsidP="0079100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61CA41" w14:textId="3D85367A" w:rsidR="00FB7009" w:rsidRDefault="00FB7009" w:rsidP="0079100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87CA33" w14:textId="5CEEBD12" w:rsidR="00FB7009" w:rsidRDefault="00FB7009" w:rsidP="0079100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D847F6" w14:textId="0BC56D46" w:rsidR="00FB7009" w:rsidRDefault="00FB7009" w:rsidP="0079100D">
      <w:pPr>
        <w:jc w:val="both"/>
        <w:rPr>
          <w:sz w:val="22"/>
          <w:szCs w:val="22"/>
        </w:rPr>
      </w:pPr>
    </w:p>
    <w:p w14:paraId="2FFDD67F" w14:textId="381A9C39" w:rsidR="00FB7009" w:rsidRDefault="00FB7009" w:rsidP="0079100D">
      <w:pPr>
        <w:jc w:val="both"/>
        <w:rPr>
          <w:sz w:val="22"/>
          <w:szCs w:val="22"/>
        </w:rPr>
      </w:pPr>
    </w:p>
    <w:p w14:paraId="6FE7F5FB" w14:textId="30D49A6A" w:rsidR="00FB7009" w:rsidRDefault="00FB7009" w:rsidP="0079100D">
      <w:pPr>
        <w:jc w:val="both"/>
        <w:rPr>
          <w:sz w:val="22"/>
          <w:szCs w:val="22"/>
        </w:rPr>
      </w:pPr>
    </w:p>
    <w:p w14:paraId="6E9AFB78" w14:textId="055A36DC" w:rsidR="00435A3A" w:rsidRDefault="00FB7009" w:rsidP="0079100D">
      <w:pPr>
        <w:jc w:val="both"/>
        <w:rPr>
          <w:sz w:val="22"/>
          <w:szCs w:val="22"/>
        </w:rPr>
      </w:pPr>
      <w:r>
        <w:rPr>
          <w:sz w:val="22"/>
          <w:szCs w:val="22"/>
        </w:rPr>
        <w:t>Luogo, data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35A3A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>La ditta</w:t>
      </w:r>
    </w:p>
    <w:p w14:paraId="21E421F4" w14:textId="77777777" w:rsidR="00FB7009" w:rsidRDefault="00FB7009" w:rsidP="0079100D">
      <w:pPr>
        <w:jc w:val="both"/>
        <w:rPr>
          <w:sz w:val="22"/>
          <w:szCs w:val="22"/>
        </w:rPr>
      </w:pPr>
    </w:p>
    <w:p w14:paraId="2A6D3EEE" w14:textId="3C140043" w:rsidR="00FB7009" w:rsidRDefault="00FB7009" w:rsidP="0079100D">
      <w:pPr>
        <w:jc w:val="both"/>
        <w:rPr>
          <w:sz w:val="22"/>
          <w:szCs w:val="22"/>
        </w:rPr>
      </w:pPr>
    </w:p>
    <w:p w14:paraId="179B3079" w14:textId="050496D0" w:rsidR="00FB7009" w:rsidRDefault="00FB7009" w:rsidP="00FB700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>
        <w:rPr>
          <w:sz w:val="22"/>
          <w:szCs w:val="22"/>
        </w:rPr>
        <w:tab/>
        <w:t xml:space="preserve">                                                             ________________________________</w:t>
      </w:r>
    </w:p>
    <w:p w14:paraId="665ACEF9" w14:textId="379F4DFA" w:rsidR="00FB7009" w:rsidRDefault="00FB7009" w:rsidP="0079100D">
      <w:pPr>
        <w:jc w:val="both"/>
        <w:rPr>
          <w:sz w:val="22"/>
          <w:szCs w:val="22"/>
        </w:rPr>
      </w:pPr>
    </w:p>
    <w:sectPr w:rsidR="00FB7009" w:rsidSect="00182E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843" w:right="851" w:bottom="1843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5C64" w14:textId="77777777" w:rsidR="00C77350" w:rsidRDefault="00C77350" w:rsidP="00580CF9">
      <w:r>
        <w:separator/>
      </w:r>
    </w:p>
  </w:endnote>
  <w:endnote w:type="continuationSeparator" w:id="0">
    <w:p w14:paraId="6E23C3E7" w14:textId="77777777" w:rsidR="00C77350" w:rsidRDefault="00C77350" w:rsidP="00580CF9">
      <w:r>
        <w:continuationSeparator/>
      </w:r>
    </w:p>
  </w:endnote>
  <w:endnote w:type="continuationNotice" w:id="1">
    <w:p w14:paraId="68CC0FCD" w14:textId="77777777" w:rsidR="00C77350" w:rsidRDefault="00C773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72C0D" w14:textId="77777777" w:rsidR="00167B0A" w:rsidRDefault="00167B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7AA69" w14:textId="77777777" w:rsidR="00580CF9" w:rsidRDefault="0809B8B5" w:rsidP="00580CF9">
    <w:pPr>
      <w:pStyle w:val="Pidipagina"/>
    </w:pPr>
    <w:r>
      <w:rPr>
        <w:noProof/>
      </w:rPr>
      <w:drawing>
        <wp:inline distT="0" distB="0" distL="0" distR="0" wp14:anchorId="5E6FC61B" wp14:editId="79B84627">
          <wp:extent cx="6475730" cy="772160"/>
          <wp:effectExtent l="0" t="0" r="1270" b="2540"/>
          <wp:docPr id="1949263969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CABC7" w14:textId="77777777" w:rsidR="00167B0A" w:rsidRDefault="00167B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7EDE5" w14:textId="77777777" w:rsidR="00C77350" w:rsidRDefault="00C77350" w:rsidP="00580CF9">
      <w:r>
        <w:separator/>
      </w:r>
    </w:p>
  </w:footnote>
  <w:footnote w:type="continuationSeparator" w:id="0">
    <w:p w14:paraId="5FC4C921" w14:textId="77777777" w:rsidR="00C77350" w:rsidRDefault="00C77350" w:rsidP="00580CF9">
      <w:r>
        <w:continuationSeparator/>
      </w:r>
    </w:p>
  </w:footnote>
  <w:footnote w:type="continuationNotice" w:id="1">
    <w:p w14:paraId="09EAB5CE" w14:textId="77777777" w:rsidR="00C77350" w:rsidRDefault="00C773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5D1" w14:textId="77777777" w:rsidR="00167B0A" w:rsidRDefault="00167B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601FE" w14:textId="77777777" w:rsidR="00580CF9" w:rsidRDefault="0809B8B5" w:rsidP="00580CF9">
    <w:pPr>
      <w:pStyle w:val="Intestazione"/>
      <w:jc w:val="center"/>
    </w:pPr>
    <w:r>
      <w:rPr>
        <w:noProof/>
      </w:rPr>
      <w:drawing>
        <wp:inline distT="0" distB="0" distL="0" distR="0" wp14:anchorId="4666AFBE" wp14:editId="77412904">
          <wp:extent cx="3805518" cy="828260"/>
          <wp:effectExtent l="0" t="0" r="5080" b="0"/>
          <wp:docPr id="905382765" name="Immagin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5518" cy="828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B4AB" w14:textId="77777777" w:rsidR="00167B0A" w:rsidRDefault="00167B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D3F"/>
    <w:multiLevelType w:val="hybridMultilevel"/>
    <w:tmpl w:val="474CB876"/>
    <w:lvl w:ilvl="0" w:tplc="10141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88E5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FA4E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4E19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F2F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3A4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3004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C6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504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F592B"/>
    <w:multiLevelType w:val="hybridMultilevel"/>
    <w:tmpl w:val="54D4B992"/>
    <w:lvl w:ilvl="0" w:tplc="1CDC6B3C">
      <w:start w:val="21"/>
      <w:numFmt w:val="bullet"/>
      <w:lvlText w:val="-"/>
      <w:lvlJc w:val="left"/>
      <w:pPr>
        <w:ind w:left="786" w:hanging="360"/>
      </w:pPr>
      <w:rPr>
        <w:rFonts w:ascii="Calibri" w:eastAsiaTheme="minorEastAsia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AAC2BE1"/>
    <w:multiLevelType w:val="hybridMultilevel"/>
    <w:tmpl w:val="20027348"/>
    <w:lvl w:ilvl="0" w:tplc="258E2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47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89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8CCB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82AF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225D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4FC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6ED7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4636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66BA3"/>
    <w:multiLevelType w:val="hybridMultilevel"/>
    <w:tmpl w:val="41FE065C"/>
    <w:lvl w:ilvl="0" w:tplc="6E10E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1893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A87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24A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A19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F42B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842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6C17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71015"/>
    <w:multiLevelType w:val="hybridMultilevel"/>
    <w:tmpl w:val="4A003F68"/>
    <w:lvl w:ilvl="0" w:tplc="0CF09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028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3008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A8FA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C6A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2C4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4E1F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2FD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944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92707"/>
    <w:multiLevelType w:val="hybridMultilevel"/>
    <w:tmpl w:val="602AABC8"/>
    <w:lvl w:ilvl="0" w:tplc="C6040B6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03CB4"/>
    <w:multiLevelType w:val="hybridMultilevel"/>
    <w:tmpl w:val="EB0E2F0C"/>
    <w:lvl w:ilvl="0" w:tplc="6D5CFD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B1714"/>
    <w:multiLevelType w:val="hybridMultilevel"/>
    <w:tmpl w:val="3A3EEE6C"/>
    <w:lvl w:ilvl="0" w:tplc="3D927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B298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AABF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C42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5E02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FE7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0EFC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D0B1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8E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E0A9F"/>
    <w:multiLevelType w:val="hybridMultilevel"/>
    <w:tmpl w:val="37F043FC"/>
    <w:lvl w:ilvl="0" w:tplc="4CF23DD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4195A"/>
    <w:multiLevelType w:val="hybridMultilevel"/>
    <w:tmpl w:val="BD248EAC"/>
    <w:lvl w:ilvl="0" w:tplc="6862DAF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27583E"/>
    <w:multiLevelType w:val="hybridMultilevel"/>
    <w:tmpl w:val="286ACFBE"/>
    <w:lvl w:ilvl="0" w:tplc="4CF23DD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C00C1"/>
    <w:multiLevelType w:val="hybridMultilevel"/>
    <w:tmpl w:val="73422DFC"/>
    <w:lvl w:ilvl="0" w:tplc="E76226C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3F71DE"/>
    <w:multiLevelType w:val="hybridMultilevel"/>
    <w:tmpl w:val="3B2C5DD4"/>
    <w:lvl w:ilvl="0" w:tplc="0AB05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88DF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485D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EAA5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6B2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4294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B2B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7A15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AAC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F3CA1"/>
    <w:multiLevelType w:val="hybridMultilevel"/>
    <w:tmpl w:val="37A6516E"/>
    <w:lvl w:ilvl="0" w:tplc="384C0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A4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A2AB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B04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4A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787C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C33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662C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AC4F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2458B"/>
    <w:multiLevelType w:val="hybridMultilevel"/>
    <w:tmpl w:val="B49C4E78"/>
    <w:lvl w:ilvl="0" w:tplc="AA621A5E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74380F54">
      <w:start w:val="1"/>
      <w:numFmt w:val="lowerLetter"/>
      <w:lvlText w:val="%2."/>
      <w:lvlJc w:val="left"/>
      <w:pPr>
        <w:ind w:left="1440" w:hanging="360"/>
      </w:pPr>
    </w:lvl>
    <w:lvl w:ilvl="2" w:tplc="57D4B9AE">
      <w:start w:val="1"/>
      <w:numFmt w:val="lowerRoman"/>
      <w:lvlText w:val="%3."/>
      <w:lvlJc w:val="right"/>
      <w:pPr>
        <w:ind w:left="2160" w:hanging="180"/>
      </w:pPr>
    </w:lvl>
    <w:lvl w:ilvl="3" w:tplc="00FC1204">
      <w:start w:val="1"/>
      <w:numFmt w:val="decimal"/>
      <w:lvlText w:val="%4."/>
      <w:lvlJc w:val="left"/>
      <w:pPr>
        <w:ind w:left="2880" w:hanging="360"/>
      </w:pPr>
    </w:lvl>
    <w:lvl w:ilvl="4" w:tplc="850CBD54">
      <w:start w:val="1"/>
      <w:numFmt w:val="lowerLetter"/>
      <w:lvlText w:val="%5."/>
      <w:lvlJc w:val="left"/>
      <w:pPr>
        <w:ind w:left="3600" w:hanging="360"/>
      </w:pPr>
    </w:lvl>
    <w:lvl w:ilvl="5" w:tplc="BB729BB2">
      <w:start w:val="1"/>
      <w:numFmt w:val="lowerRoman"/>
      <w:lvlText w:val="%6."/>
      <w:lvlJc w:val="right"/>
      <w:pPr>
        <w:ind w:left="4320" w:hanging="180"/>
      </w:pPr>
    </w:lvl>
    <w:lvl w:ilvl="6" w:tplc="86944F2C">
      <w:start w:val="1"/>
      <w:numFmt w:val="decimal"/>
      <w:lvlText w:val="%7."/>
      <w:lvlJc w:val="left"/>
      <w:pPr>
        <w:ind w:left="5040" w:hanging="360"/>
      </w:pPr>
    </w:lvl>
    <w:lvl w:ilvl="7" w:tplc="DD6AB9E0">
      <w:start w:val="1"/>
      <w:numFmt w:val="lowerLetter"/>
      <w:lvlText w:val="%8."/>
      <w:lvlJc w:val="left"/>
      <w:pPr>
        <w:ind w:left="5760" w:hanging="360"/>
      </w:pPr>
    </w:lvl>
    <w:lvl w:ilvl="8" w:tplc="448E7A4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30914"/>
    <w:multiLevelType w:val="hybridMultilevel"/>
    <w:tmpl w:val="F962E7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64668"/>
    <w:multiLevelType w:val="hybridMultilevel"/>
    <w:tmpl w:val="AD72897E"/>
    <w:lvl w:ilvl="0" w:tplc="40A0BD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EA05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A83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9042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A5C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6C19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26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E6F6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AEE0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7F0537"/>
    <w:multiLevelType w:val="hybridMultilevel"/>
    <w:tmpl w:val="3FBA2CA0"/>
    <w:lvl w:ilvl="0" w:tplc="58C61B58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89379468">
    <w:abstractNumId w:val="0"/>
  </w:num>
  <w:num w:numId="2" w16cid:durableId="1459179735">
    <w:abstractNumId w:val="16"/>
  </w:num>
  <w:num w:numId="3" w16cid:durableId="415245469">
    <w:abstractNumId w:val="7"/>
  </w:num>
  <w:num w:numId="4" w16cid:durableId="1555964956">
    <w:abstractNumId w:val="4"/>
  </w:num>
  <w:num w:numId="5" w16cid:durableId="236019916">
    <w:abstractNumId w:val="12"/>
  </w:num>
  <w:num w:numId="6" w16cid:durableId="1194919673">
    <w:abstractNumId w:val="3"/>
  </w:num>
  <w:num w:numId="7" w16cid:durableId="276176722">
    <w:abstractNumId w:val="2"/>
  </w:num>
  <w:num w:numId="8" w16cid:durableId="724840594">
    <w:abstractNumId w:val="13"/>
  </w:num>
  <w:num w:numId="9" w16cid:durableId="1953780395">
    <w:abstractNumId w:val="8"/>
  </w:num>
  <w:num w:numId="10" w16cid:durableId="1760248667">
    <w:abstractNumId w:val="10"/>
  </w:num>
  <w:num w:numId="11" w16cid:durableId="651057240">
    <w:abstractNumId w:val="11"/>
  </w:num>
  <w:num w:numId="12" w16cid:durableId="2144501175">
    <w:abstractNumId w:val="17"/>
  </w:num>
  <w:num w:numId="13" w16cid:durableId="1404722409">
    <w:abstractNumId w:val="14"/>
  </w:num>
  <w:num w:numId="14" w16cid:durableId="1766002522">
    <w:abstractNumId w:val="1"/>
  </w:num>
  <w:num w:numId="15" w16cid:durableId="638464155">
    <w:abstractNumId w:val="5"/>
  </w:num>
  <w:num w:numId="16" w16cid:durableId="1398165308">
    <w:abstractNumId w:val="15"/>
  </w:num>
  <w:num w:numId="17" w16cid:durableId="1076781081">
    <w:abstractNumId w:val="6"/>
  </w:num>
  <w:num w:numId="18" w16cid:durableId="18383789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CF9"/>
    <w:rsid w:val="00027B7F"/>
    <w:rsid w:val="00031171"/>
    <w:rsid w:val="00033045"/>
    <w:rsid w:val="00033185"/>
    <w:rsid w:val="000406C7"/>
    <w:rsid w:val="0005034F"/>
    <w:rsid w:val="00056D78"/>
    <w:rsid w:val="0007430C"/>
    <w:rsid w:val="00075E69"/>
    <w:rsid w:val="00085B5D"/>
    <w:rsid w:val="000C63F0"/>
    <w:rsid w:val="000D0DAC"/>
    <w:rsid w:val="001534B3"/>
    <w:rsid w:val="00163526"/>
    <w:rsid w:val="00167B0A"/>
    <w:rsid w:val="00182E92"/>
    <w:rsid w:val="001A2A66"/>
    <w:rsid w:val="001A4147"/>
    <w:rsid w:val="001A53A8"/>
    <w:rsid w:val="001B2BA7"/>
    <w:rsid w:val="001D0F75"/>
    <w:rsid w:val="001D6008"/>
    <w:rsid w:val="001D72CE"/>
    <w:rsid w:val="001F0040"/>
    <w:rsid w:val="001F50EF"/>
    <w:rsid w:val="002008BA"/>
    <w:rsid w:val="00202138"/>
    <w:rsid w:val="00221A0E"/>
    <w:rsid w:val="00236F44"/>
    <w:rsid w:val="00243B1C"/>
    <w:rsid w:val="002638F0"/>
    <w:rsid w:val="0029415E"/>
    <w:rsid w:val="002963E6"/>
    <w:rsid w:val="002A3BBC"/>
    <w:rsid w:val="002C150D"/>
    <w:rsid w:val="002C4687"/>
    <w:rsid w:val="002F21FC"/>
    <w:rsid w:val="002F6BA4"/>
    <w:rsid w:val="00316E2D"/>
    <w:rsid w:val="0034680D"/>
    <w:rsid w:val="0039459C"/>
    <w:rsid w:val="003C0CD7"/>
    <w:rsid w:val="003C26F1"/>
    <w:rsid w:val="003C57AB"/>
    <w:rsid w:val="003E350E"/>
    <w:rsid w:val="003E7C47"/>
    <w:rsid w:val="0042458E"/>
    <w:rsid w:val="00435A3A"/>
    <w:rsid w:val="0047533A"/>
    <w:rsid w:val="004772E3"/>
    <w:rsid w:val="00484136"/>
    <w:rsid w:val="004A3D35"/>
    <w:rsid w:val="004C1965"/>
    <w:rsid w:val="004C6672"/>
    <w:rsid w:val="004E5BDD"/>
    <w:rsid w:val="004E74EB"/>
    <w:rsid w:val="004F0EFC"/>
    <w:rsid w:val="004F1CB6"/>
    <w:rsid w:val="0052279B"/>
    <w:rsid w:val="00531FA1"/>
    <w:rsid w:val="00541B52"/>
    <w:rsid w:val="0055550E"/>
    <w:rsid w:val="00574C55"/>
    <w:rsid w:val="00575355"/>
    <w:rsid w:val="005764DE"/>
    <w:rsid w:val="00580CF9"/>
    <w:rsid w:val="00596661"/>
    <w:rsid w:val="005B36FB"/>
    <w:rsid w:val="005C098C"/>
    <w:rsid w:val="005C2B25"/>
    <w:rsid w:val="005D17D6"/>
    <w:rsid w:val="005E26C2"/>
    <w:rsid w:val="005F2E5D"/>
    <w:rsid w:val="00601A3D"/>
    <w:rsid w:val="006307E5"/>
    <w:rsid w:val="006321ED"/>
    <w:rsid w:val="006463E7"/>
    <w:rsid w:val="006511DB"/>
    <w:rsid w:val="00654302"/>
    <w:rsid w:val="006659CB"/>
    <w:rsid w:val="00674C3B"/>
    <w:rsid w:val="00674D9F"/>
    <w:rsid w:val="00686D2C"/>
    <w:rsid w:val="00691B19"/>
    <w:rsid w:val="00694BFF"/>
    <w:rsid w:val="006C03F8"/>
    <w:rsid w:val="006D6CE3"/>
    <w:rsid w:val="00702206"/>
    <w:rsid w:val="00704BFD"/>
    <w:rsid w:val="00706B82"/>
    <w:rsid w:val="007137C7"/>
    <w:rsid w:val="007145F4"/>
    <w:rsid w:val="00720F1B"/>
    <w:rsid w:val="00727C39"/>
    <w:rsid w:val="0074798B"/>
    <w:rsid w:val="00762978"/>
    <w:rsid w:val="007646E5"/>
    <w:rsid w:val="0079100D"/>
    <w:rsid w:val="007A7150"/>
    <w:rsid w:val="007C18B0"/>
    <w:rsid w:val="008039D3"/>
    <w:rsid w:val="00807DD2"/>
    <w:rsid w:val="0082737E"/>
    <w:rsid w:val="00846B6E"/>
    <w:rsid w:val="008718B2"/>
    <w:rsid w:val="00876444"/>
    <w:rsid w:val="00877631"/>
    <w:rsid w:val="0088562F"/>
    <w:rsid w:val="008B3271"/>
    <w:rsid w:val="008C05E2"/>
    <w:rsid w:val="008D0453"/>
    <w:rsid w:val="008D29AE"/>
    <w:rsid w:val="008E3C82"/>
    <w:rsid w:val="008F5F25"/>
    <w:rsid w:val="00900C6E"/>
    <w:rsid w:val="00907233"/>
    <w:rsid w:val="009305DD"/>
    <w:rsid w:val="009308E6"/>
    <w:rsid w:val="009357A9"/>
    <w:rsid w:val="00960999"/>
    <w:rsid w:val="00960E66"/>
    <w:rsid w:val="00965D37"/>
    <w:rsid w:val="00966B1E"/>
    <w:rsid w:val="00973CED"/>
    <w:rsid w:val="00986F00"/>
    <w:rsid w:val="009952C5"/>
    <w:rsid w:val="009B2488"/>
    <w:rsid w:val="009D6575"/>
    <w:rsid w:val="009E6AD6"/>
    <w:rsid w:val="00A0013B"/>
    <w:rsid w:val="00A17340"/>
    <w:rsid w:val="00A33524"/>
    <w:rsid w:val="00A4621C"/>
    <w:rsid w:val="00A5214F"/>
    <w:rsid w:val="00A5385B"/>
    <w:rsid w:val="00A741AC"/>
    <w:rsid w:val="00A8504A"/>
    <w:rsid w:val="00A93B81"/>
    <w:rsid w:val="00A96E32"/>
    <w:rsid w:val="00AC73FE"/>
    <w:rsid w:val="00B1619C"/>
    <w:rsid w:val="00B9516B"/>
    <w:rsid w:val="00B96596"/>
    <w:rsid w:val="00BF320C"/>
    <w:rsid w:val="00BF525D"/>
    <w:rsid w:val="00C04A4A"/>
    <w:rsid w:val="00C1346D"/>
    <w:rsid w:val="00C22647"/>
    <w:rsid w:val="00C25A74"/>
    <w:rsid w:val="00C37951"/>
    <w:rsid w:val="00C552C0"/>
    <w:rsid w:val="00C77350"/>
    <w:rsid w:val="00CA0920"/>
    <w:rsid w:val="00CD6A06"/>
    <w:rsid w:val="00D05F5C"/>
    <w:rsid w:val="00D228F2"/>
    <w:rsid w:val="00D37B97"/>
    <w:rsid w:val="00D46C82"/>
    <w:rsid w:val="00D564FD"/>
    <w:rsid w:val="00D5678D"/>
    <w:rsid w:val="00D86D19"/>
    <w:rsid w:val="00D901B9"/>
    <w:rsid w:val="00DA1E9D"/>
    <w:rsid w:val="00DA9F02"/>
    <w:rsid w:val="00DC5C8F"/>
    <w:rsid w:val="00DD4E90"/>
    <w:rsid w:val="00DE7FE3"/>
    <w:rsid w:val="00DF1D59"/>
    <w:rsid w:val="00E22514"/>
    <w:rsid w:val="00E271AC"/>
    <w:rsid w:val="00E271BF"/>
    <w:rsid w:val="00E354A1"/>
    <w:rsid w:val="00E66978"/>
    <w:rsid w:val="00E72CC3"/>
    <w:rsid w:val="00E844DB"/>
    <w:rsid w:val="00EA1D0D"/>
    <w:rsid w:val="00EA48C2"/>
    <w:rsid w:val="00EB366C"/>
    <w:rsid w:val="00EC18F6"/>
    <w:rsid w:val="00ED144E"/>
    <w:rsid w:val="00F318A2"/>
    <w:rsid w:val="00F61954"/>
    <w:rsid w:val="00F67672"/>
    <w:rsid w:val="00F70594"/>
    <w:rsid w:val="00F761E9"/>
    <w:rsid w:val="00F812B8"/>
    <w:rsid w:val="00FA46CE"/>
    <w:rsid w:val="00FB7009"/>
    <w:rsid w:val="00FC0C9F"/>
    <w:rsid w:val="00FF112C"/>
    <w:rsid w:val="00FF48A8"/>
    <w:rsid w:val="00FF7464"/>
    <w:rsid w:val="018AC006"/>
    <w:rsid w:val="026A0F75"/>
    <w:rsid w:val="02B8C713"/>
    <w:rsid w:val="067F981F"/>
    <w:rsid w:val="073F23A7"/>
    <w:rsid w:val="0809B8B5"/>
    <w:rsid w:val="0841EC1E"/>
    <w:rsid w:val="08CDBA81"/>
    <w:rsid w:val="0999D26B"/>
    <w:rsid w:val="09D4431B"/>
    <w:rsid w:val="0AF95C10"/>
    <w:rsid w:val="0C42B127"/>
    <w:rsid w:val="0D6974B4"/>
    <w:rsid w:val="0DCDC381"/>
    <w:rsid w:val="0E2BCA2F"/>
    <w:rsid w:val="0ED02837"/>
    <w:rsid w:val="0FC4C90C"/>
    <w:rsid w:val="100DC2B4"/>
    <w:rsid w:val="1044BC92"/>
    <w:rsid w:val="1062E67F"/>
    <w:rsid w:val="10C5B7C8"/>
    <w:rsid w:val="11A2B729"/>
    <w:rsid w:val="11AA14BE"/>
    <w:rsid w:val="1267E11D"/>
    <w:rsid w:val="1386ABAE"/>
    <w:rsid w:val="138842D6"/>
    <w:rsid w:val="13FA84F0"/>
    <w:rsid w:val="143D604E"/>
    <w:rsid w:val="14A01321"/>
    <w:rsid w:val="14D3DD19"/>
    <w:rsid w:val="14DF7257"/>
    <w:rsid w:val="154A1E3C"/>
    <w:rsid w:val="160C554F"/>
    <w:rsid w:val="16193669"/>
    <w:rsid w:val="16606E83"/>
    <w:rsid w:val="16D50433"/>
    <w:rsid w:val="1874A39A"/>
    <w:rsid w:val="1955FD79"/>
    <w:rsid w:val="19589EE1"/>
    <w:rsid w:val="19D9D88C"/>
    <w:rsid w:val="1ADDA998"/>
    <w:rsid w:val="1B088DB5"/>
    <w:rsid w:val="1B762B5F"/>
    <w:rsid w:val="1D93125E"/>
    <w:rsid w:val="1E076904"/>
    <w:rsid w:val="1E876F0E"/>
    <w:rsid w:val="1EB900A6"/>
    <w:rsid w:val="1EEFBD39"/>
    <w:rsid w:val="1F000C70"/>
    <w:rsid w:val="1F9F6270"/>
    <w:rsid w:val="20633A0C"/>
    <w:rsid w:val="20E40FF4"/>
    <w:rsid w:val="210F97AA"/>
    <w:rsid w:val="216A5CF7"/>
    <w:rsid w:val="22CEB105"/>
    <w:rsid w:val="23610D4C"/>
    <w:rsid w:val="23A1AF4F"/>
    <w:rsid w:val="23A74776"/>
    <w:rsid w:val="23B13921"/>
    <w:rsid w:val="24531F71"/>
    <w:rsid w:val="25086ED2"/>
    <w:rsid w:val="27D3B331"/>
    <w:rsid w:val="2859424E"/>
    <w:rsid w:val="287DBBD5"/>
    <w:rsid w:val="2A778D65"/>
    <w:rsid w:val="2AF82808"/>
    <w:rsid w:val="2BFA6C12"/>
    <w:rsid w:val="2CE730BB"/>
    <w:rsid w:val="2DECD06B"/>
    <w:rsid w:val="2ECC184A"/>
    <w:rsid w:val="2F3B8380"/>
    <w:rsid w:val="30E2C165"/>
    <w:rsid w:val="315A1D3D"/>
    <w:rsid w:val="31C8C26C"/>
    <w:rsid w:val="31E399C8"/>
    <w:rsid w:val="3255D0E7"/>
    <w:rsid w:val="32D23932"/>
    <w:rsid w:val="35CDF844"/>
    <w:rsid w:val="36831A75"/>
    <w:rsid w:val="37DF41C6"/>
    <w:rsid w:val="37E6871B"/>
    <w:rsid w:val="38544388"/>
    <w:rsid w:val="386F978E"/>
    <w:rsid w:val="3A3380A3"/>
    <w:rsid w:val="3AE773C4"/>
    <w:rsid w:val="3B1D2050"/>
    <w:rsid w:val="3BB6ADBA"/>
    <w:rsid w:val="3C8A5157"/>
    <w:rsid w:val="3CA1C61A"/>
    <w:rsid w:val="3D92D3A6"/>
    <w:rsid w:val="3E0CB9BD"/>
    <w:rsid w:val="3E619BFD"/>
    <w:rsid w:val="40A1F7EC"/>
    <w:rsid w:val="412B8115"/>
    <w:rsid w:val="4198F9A1"/>
    <w:rsid w:val="41AC3B5C"/>
    <w:rsid w:val="42295240"/>
    <w:rsid w:val="4248AE57"/>
    <w:rsid w:val="42E68982"/>
    <w:rsid w:val="4329A7BE"/>
    <w:rsid w:val="43786CF0"/>
    <w:rsid w:val="44092400"/>
    <w:rsid w:val="4423520A"/>
    <w:rsid w:val="46457101"/>
    <w:rsid w:val="479FDA38"/>
    <w:rsid w:val="48412727"/>
    <w:rsid w:val="48A2ACF3"/>
    <w:rsid w:val="48C93115"/>
    <w:rsid w:val="4B31881E"/>
    <w:rsid w:val="4B502D06"/>
    <w:rsid w:val="4CEBD905"/>
    <w:rsid w:val="4D1903D6"/>
    <w:rsid w:val="4EFDBCB3"/>
    <w:rsid w:val="4F141986"/>
    <w:rsid w:val="4F2DCBC5"/>
    <w:rsid w:val="4F632FC3"/>
    <w:rsid w:val="4FC8A706"/>
    <w:rsid w:val="4FE39F81"/>
    <w:rsid w:val="4FF30BE4"/>
    <w:rsid w:val="5056CD03"/>
    <w:rsid w:val="51927108"/>
    <w:rsid w:val="51AB8026"/>
    <w:rsid w:val="5269420D"/>
    <w:rsid w:val="531685C1"/>
    <w:rsid w:val="544FD7F8"/>
    <w:rsid w:val="54AB9FF8"/>
    <w:rsid w:val="54E8642B"/>
    <w:rsid w:val="55407FB1"/>
    <w:rsid w:val="55B11341"/>
    <w:rsid w:val="56143954"/>
    <w:rsid w:val="575B07BC"/>
    <w:rsid w:val="5821CBB9"/>
    <w:rsid w:val="5870904B"/>
    <w:rsid w:val="588CCEAD"/>
    <w:rsid w:val="5967EB10"/>
    <w:rsid w:val="5A59F14E"/>
    <w:rsid w:val="5B8D0EB3"/>
    <w:rsid w:val="5D0B82DD"/>
    <w:rsid w:val="5D2FD593"/>
    <w:rsid w:val="5D69138E"/>
    <w:rsid w:val="5D8ECC90"/>
    <w:rsid w:val="5DF5B1DB"/>
    <w:rsid w:val="5E4981D0"/>
    <w:rsid w:val="5F7EBD8E"/>
    <w:rsid w:val="603FFEA2"/>
    <w:rsid w:val="60D341F5"/>
    <w:rsid w:val="6156B986"/>
    <w:rsid w:val="6170AF4D"/>
    <w:rsid w:val="61BA1041"/>
    <w:rsid w:val="63030056"/>
    <w:rsid w:val="640FDACB"/>
    <w:rsid w:val="64641D46"/>
    <w:rsid w:val="64703197"/>
    <w:rsid w:val="64C808BC"/>
    <w:rsid w:val="64D231DF"/>
    <w:rsid w:val="653A79CE"/>
    <w:rsid w:val="6566314B"/>
    <w:rsid w:val="6680FB3F"/>
    <w:rsid w:val="669BAEDC"/>
    <w:rsid w:val="66E640AC"/>
    <w:rsid w:val="67674350"/>
    <w:rsid w:val="67D22A56"/>
    <w:rsid w:val="68CD92C6"/>
    <w:rsid w:val="68DE5D95"/>
    <w:rsid w:val="69106752"/>
    <w:rsid w:val="692C43C2"/>
    <w:rsid w:val="693C4EB3"/>
    <w:rsid w:val="6A1224E2"/>
    <w:rsid w:val="6A2BBACE"/>
    <w:rsid w:val="6BD7947F"/>
    <w:rsid w:val="6BDF1232"/>
    <w:rsid w:val="6CB0C7FE"/>
    <w:rsid w:val="6DE3A609"/>
    <w:rsid w:val="6E4D03F3"/>
    <w:rsid w:val="6F27D5FD"/>
    <w:rsid w:val="700DF45B"/>
    <w:rsid w:val="705FA05D"/>
    <w:rsid w:val="7093E08D"/>
    <w:rsid w:val="70B40259"/>
    <w:rsid w:val="712C43D7"/>
    <w:rsid w:val="717A981C"/>
    <w:rsid w:val="71A394AE"/>
    <w:rsid w:val="71B70898"/>
    <w:rsid w:val="72A7C8D9"/>
    <w:rsid w:val="733185F5"/>
    <w:rsid w:val="736904D0"/>
    <w:rsid w:val="7451138F"/>
    <w:rsid w:val="747606C9"/>
    <w:rsid w:val="74998E0F"/>
    <w:rsid w:val="7505C900"/>
    <w:rsid w:val="75E3BBB7"/>
    <w:rsid w:val="75FD5AF9"/>
    <w:rsid w:val="77018E7A"/>
    <w:rsid w:val="7710D113"/>
    <w:rsid w:val="77745BB4"/>
    <w:rsid w:val="77D7FB2B"/>
    <w:rsid w:val="7868D975"/>
    <w:rsid w:val="78E351E9"/>
    <w:rsid w:val="794A7F15"/>
    <w:rsid w:val="796F3B02"/>
    <w:rsid w:val="79764573"/>
    <w:rsid w:val="7992FA9B"/>
    <w:rsid w:val="7BE311ED"/>
    <w:rsid w:val="7BE47507"/>
    <w:rsid w:val="7D433B04"/>
    <w:rsid w:val="7EB4D96D"/>
    <w:rsid w:val="7ED0A57A"/>
    <w:rsid w:val="7F7ED809"/>
    <w:rsid w:val="7FA3F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BEC9"/>
  <w15:chartTrackingRefBased/>
  <w15:docId w15:val="{4F9D8B48-52A4-DD4B-9039-8C61DC0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100D"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F50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rsid w:val="009D6575"/>
    <w:rPr>
      <w:color w:val="0000FF"/>
      <w:u w:val="single"/>
    </w:rPr>
  </w:style>
  <w:style w:type="paragraph" w:customStyle="1" w:styleId="Standard">
    <w:name w:val="Standard"/>
    <w:rsid w:val="009D6575"/>
    <w:pPr>
      <w:suppressAutoHyphens/>
      <w:autoSpaceDN w:val="0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F50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59"/>
    <w:rsid w:val="001F50EF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B36F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enzionenonrisolta">
    <w:name w:val="Unresolved Mention"/>
    <w:basedOn w:val="Carpredefinitoparagrafo"/>
    <w:uiPriority w:val="99"/>
    <w:semiHidden/>
    <w:unhideWhenUsed/>
    <w:rsid w:val="004772E3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D17D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D17D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D17D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17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17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8EFAB8B62C8844B99B470CD2B5E415" ma:contentTypeVersion="7" ma:contentTypeDescription="Creare un nuovo documento." ma:contentTypeScope="" ma:versionID="c277208158a42c73562fcd1dc6c5f085">
  <xsd:schema xmlns:xsd="http://www.w3.org/2001/XMLSchema" xmlns:xs="http://www.w3.org/2001/XMLSchema" xmlns:p="http://schemas.microsoft.com/office/2006/metadata/properties" xmlns:ns2="a4dbfe10-9bad-44ed-9152-77050d5ad1a6" targetNamespace="http://schemas.microsoft.com/office/2006/metadata/properties" ma:root="true" ma:fieldsID="c70d227accad2d1ef4777dced8a6c38c" ns2:_="">
    <xsd:import namespace="a4dbfe10-9bad-44ed-9152-77050d5ad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fe10-9bad-44ed-9152-77050d5ad1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C760C9-A753-42EC-B9F3-33439DA63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605288-BEA6-4457-896D-20E037FCB8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9B0B28-43E6-4B87-A4B6-4BCF5FC829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885772-EC99-4CD4-AFD8-C79F753A6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fe10-9bad-44ed-9152-77050d5ad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Links>
    <vt:vector size="18" baseType="variant">
      <vt:variant>
        <vt:i4>5046325</vt:i4>
      </vt:variant>
      <vt:variant>
        <vt:i4>6</vt:i4>
      </vt:variant>
      <vt:variant>
        <vt:i4>0</vt:i4>
      </vt:variant>
      <vt:variant>
        <vt:i4>5</vt:i4>
      </vt:variant>
      <vt:variant>
        <vt:lpwstr>mailto:ufficiotecnico@pec.cfpzanardelli.it</vt:lpwstr>
      </vt:variant>
      <vt:variant>
        <vt:lpwstr/>
      </vt:variant>
      <vt:variant>
        <vt:i4>393254</vt:i4>
      </vt:variant>
      <vt:variant>
        <vt:i4>3</vt:i4>
      </vt:variant>
      <vt:variant>
        <vt:i4>0</vt:i4>
      </vt:variant>
      <vt:variant>
        <vt:i4>5</vt:i4>
      </vt:variant>
      <vt:variant>
        <vt:lpwstr>mailto:ufficiotecnico@cfpzanardelli.it</vt:lpwstr>
      </vt:variant>
      <vt:variant>
        <vt:lpwstr/>
      </vt:variant>
      <vt:variant>
        <vt:i4>458832</vt:i4>
      </vt:variant>
      <vt:variant>
        <vt:i4>0</vt:i4>
      </vt:variant>
      <vt:variant>
        <vt:i4>0</vt:i4>
      </vt:variant>
      <vt:variant>
        <vt:i4>5</vt:i4>
      </vt:variant>
      <vt:variant>
        <vt:lpwstr>http://www.arca.regione.lombardia.it/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Marika Carrera - CFP Zanardelli</cp:lastModifiedBy>
  <cp:revision>15</cp:revision>
  <cp:lastPrinted>2020-10-16T13:58:00Z</cp:lastPrinted>
  <dcterms:created xsi:type="dcterms:W3CDTF">2021-02-04T16:04:00Z</dcterms:created>
  <dcterms:modified xsi:type="dcterms:W3CDTF">2022-05-18T14:22:00Z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0x0101006B8EFAB8B62C8844B99B470CD2B5E415</vt:lpwstr>
  </property>
</Properties>
</file>