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7BE" w:rsidRPr="00820E53" w:rsidRDefault="005827BE" w:rsidP="007B070D">
      <w:pPr>
        <w:pStyle w:val="Titolo"/>
        <w:spacing w:before="120"/>
        <w:rPr>
          <w:rFonts w:asciiTheme="minorHAnsi" w:hAnsiTheme="minorHAnsi" w:cstheme="minorHAnsi"/>
          <w:szCs w:val="22"/>
        </w:rPr>
      </w:pPr>
      <w:bookmarkStart w:id="0" w:name="_GoBack"/>
      <w:bookmarkEnd w:id="0"/>
      <w:r w:rsidRPr="00820E53">
        <w:rPr>
          <w:rFonts w:asciiTheme="minorHAnsi" w:hAnsiTheme="minorHAnsi" w:cstheme="minorHAnsi"/>
          <w:szCs w:val="22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0C61F1" w:rsidRPr="00820E53" w:rsidRDefault="000C61F1" w:rsidP="007B070D">
      <w:pPr>
        <w:spacing w:before="120"/>
        <w:ind w:right="-14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___________, nato a 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 il ____________, residente a 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______in Via/Piazza____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___, nella sua qualità di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legale rappresentante </w:t>
      </w:r>
      <w:proofErr w:type="spellStart"/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dell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proofErr w:type="spellEnd"/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ditta/studio</w:t>
      </w:r>
      <w:r w:rsidR="00365FAE"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__________________________________________, con sede legale in__________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_______, Via/Piazza____________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_____, C.F.___________________, P.IVA n._______</w:t>
      </w:r>
      <w:r w:rsidR="00691EA2">
        <w:rPr>
          <w:rFonts w:asciiTheme="minorHAnsi" w:eastAsia="Calibri" w:hAnsiTheme="minorHAnsi" w:cstheme="minorHAnsi"/>
          <w:sz w:val="22"/>
          <w:szCs w:val="22"/>
          <w:lang w:eastAsia="en-US"/>
        </w:rPr>
        <w:t>_________</w:t>
      </w:r>
      <w:r w:rsidRPr="00820E53">
        <w:rPr>
          <w:rFonts w:asciiTheme="minorHAnsi" w:eastAsia="Calibri" w:hAnsiTheme="minorHAnsi" w:cstheme="minorHAnsi"/>
          <w:sz w:val="22"/>
          <w:szCs w:val="22"/>
          <w:lang w:eastAsia="en-US"/>
        </w:rPr>
        <w:t>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limitatamente alle successive lettere </w:t>
      </w:r>
      <w:r w:rsidR="00211B79">
        <w:rPr>
          <w:rFonts w:asciiTheme="minorHAnsi" w:hAnsiTheme="minorHAnsi" w:cstheme="minorHAnsi"/>
          <w:sz w:val="22"/>
          <w:szCs w:val="22"/>
        </w:rPr>
        <w:t>a), b),</w:t>
      </w:r>
      <w:r w:rsidRPr="00820E53">
        <w:rPr>
          <w:rFonts w:asciiTheme="minorHAnsi" w:hAnsiTheme="minorHAnsi" w:cstheme="minorHAnsi"/>
          <w:sz w:val="22"/>
          <w:szCs w:val="22"/>
        </w:rPr>
        <w:t xml:space="preserve"> c)</w:t>
      </w:r>
      <w:r w:rsidR="00211B79">
        <w:rPr>
          <w:rFonts w:asciiTheme="minorHAnsi" w:hAnsiTheme="minorHAnsi" w:cstheme="minorHAnsi"/>
          <w:sz w:val="22"/>
          <w:szCs w:val="22"/>
        </w:rPr>
        <w:t>, d), e), f), g)</w:t>
      </w:r>
      <w:r w:rsidRPr="00820E53">
        <w:rPr>
          <w:rFonts w:asciiTheme="minorHAnsi" w:hAnsiTheme="minorHAnsi" w:cstheme="minorHAnsi"/>
          <w:sz w:val="22"/>
          <w:szCs w:val="22"/>
        </w:rPr>
        <w:t xml:space="preserve"> in nome e </w:t>
      </w:r>
      <w:r w:rsidR="000F31BF">
        <w:rPr>
          <w:rFonts w:asciiTheme="minorHAnsi" w:hAnsiTheme="minorHAnsi" w:cstheme="minorHAnsi"/>
          <w:sz w:val="22"/>
          <w:szCs w:val="22"/>
        </w:rPr>
        <w:t>per conto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28"/>
        <w:gridCol w:w="1922"/>
        <w:gridCol w:w="1921"/>
        <w:gridCol w:w="2010"/>
        <w:gridCol w:w="1847"/>
      </w:tblGrid>
      <w:tr w:rsidR="006C74E0" w:rsidRPr="006C74E0" w:rsidTr="006C74E0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6C74E0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6C74E0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</w:p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>partecipazione ad una procedura d’appalto o concessione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r w:rsidR="006C44C5">
        <w:rPr>
          <w:rFonts w:asciiTheme="minorHAnsi" w:hAnsiTheme="minorHAnsi" w:cstheme="minorHAnsi"/>
          <w:sz w:val="22"/>
          <w:szCs w:val="22"/>
        </w:rPr>
        <w:t>D.Lgs.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lastRenderedPageBreak/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691EA2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691EA2">
        <w:rPr>
          <w:rFonts w:asciiTheme="minorHAnsi" w:hAnsiTheme="minorHAnsi" w:cstheme="minorHAnsi"/>
          <w:i/>
          <w:sz w:val="22"/>
          <w:szCs w:val="22"/>
        </w:rPr>
        <w:t>oppure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</w:t>
      </w:r>
      <w:proofErr w:type="gramStart"/>
      <w:r w:rsidR="004416C2">
        <w:rPr>
          <w:rFonts w:asciiTheme="minorHAnsi" w:hAnsiTheme="minorHAnsi" w:cstheme="minorHAnsi"/>
          <w:sz w:val="22"/>
          <w:szCs w:val="22"/>
        </w:rPr>
        <w:t>all’uopo</w:t>
      </w:r>
      <w:proofErr w:type="gramEnd"/>
      <w:r w:rsidR="004416C2">
        <w:rPr>
          <w:rFonts w:asciiTheme="minorHAnsi" w:hAnsiTheme="minorHAnsi" w:cstheme="minorHAnsi"/>
          <w:sz w:val="22"/>
          <w:szCs w:val="22"/>
        </w:rPr>
        <w:t xml:space="preserve">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__________________________________________________;</w:t>
      </w:r>
    </w:p>
    <w:p w:rsidR="00A53088" w:rsidRDefault="00A53088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r>
        <w:rPr>
          <w:rFonts w:asciiTheme="minorHAnsi" w:hAnsiTheme="minorHAnsi" w:cstheme="minorHAnsi"/>
          <w:sz w:val="22"/>
          <w:szCs w:val="22"/>
        </w:rPr>
        <w:t>D.</w:t>
      </w:r>
      <w:r w:rsidR="00980BF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D.</w:t>
      </w:r>
      <w:r w:rsidR="00020DA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Lgs.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lastRenderedPageBreak/>
        <w:t>che la propria partecipazione non determina una situazione di conflitto di interesse ai sensi dell’articolo 42, comma 2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Lgs.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</w:t>
      </w:r>
      <w:r w:rsidR="00D67F24">
        <w:rPr>
          <w:rFonts w:asciiTheme="minorHAnsi" w:hAnsiTheme="minorHAnsi" w:cstheme="minorHAnsi"/>
          <w:sz w:val="22"/>
          <w:szCs w:val="22"/>
        </w:rPr>
        <w:t xml:space="preserve"> </w:t>
      </w:r>
      <w:r w:rsidRPr="002758CE">
        <w:rPr>
          <w:rFonts w:asciiTheme="minorHAnsi" w:hAnsiTheme="minorHAnsi" w:cstheme="minorHAnsi"/>
          <w:sz w:val="22"/>
          <w:szCs w:val="22"/>
        </w:rPr>
        <w:t>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D.</w:t>
      </w:r>
      <w:r w:rsidR="006163D8">
        <w:rPr>
          <w:rFonts w:asciiTheme="minorHAnsi" w:hAnsiTheme="minorHAnsi" w:cstheme="minorHAnsi"/>
          <w:sz w:val="22"/>
          <w:szCs w:val="22"/>
        </w:rPr>
        <w:t xml:space="preserve"> </w:t>
      </w:r>
      <w:r w:rsidR="00D67F24">
        <w:rPr>
          <w:rFonts w:asciiTheme="minorHAnsi" w:hAnsiTheme="minorHAnsi" w:cstheme="minorHAnsi"/>
          <w:sz w:val="22"/>
          <w:szCs w:val="22"/>
        </w:rPr>
        <w:t xml:space="preserve">Lgs.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interdittiva di cui all’articolo 9, comma 2, lettera c) del decreto legislativo 8 giugno 2001, n. 231 o ad altra sanzione che comporta il divieto di contrarre con la pubblica amministrazione, compresi i provvedimenti interdittivi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9648DA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E4E38" w:rsidRPr="008E4E38">
        <w:rPr>
          <w:rFonts w:asciiTheme="minorHAnsi" w:hAnsiTheme="minorHAnsi" w:cstheme="minorHAnsi"/>
          <w:sz w:val="22"/>
          <w:szCs w:val="22"/>
        </w:rPr>
        <w:t>(</w:t>
      </w:r>
      <w:r w:rsidR="008E4E38"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="008E4E38"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__________________(indicare la Legge Stato estero). Gli adempimenti sono stati eseguiti presso l’Ufficio _________________________di _________________, Via ________________________n. ___________  fax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non è soggetto agli obblighi di assunzione obbligatoria previsti dalla Legg</w:t>
      </w:r>
      <w:r w:rsidR="00691EA2">
        <w:rPr>
          <w:rFonts w:asciiTheme="minorHAnsi" w:hAnsiTheme="minorHAnsi" w:cstheme="minorHAnsi"/>
          <w:sz w:val="22"/>
          <w:szCs w:val="22"/>
        </w:rPr>
        <w:t xml:space="preserve">e 68/99 per i seguenti motivi: </w:t>
      </w:r>
      <w:r w:rsidRPr="008E4E38">
        <w:rPr>
          <w:rFonts w:asciiTheme="minorHAnsi" w:hAnsiTheme="minorHAnsi" w:cstheme="minorHAnsi"/>
          <w:sz w:val="22"/>
          <w:szCs w:val="22"/>
        </w:rPr>
        <w:t>[indicare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_____________________(Stato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</w:t>
      </w:r>
      <w:proofErr w:type="gramStart"/>
      <w:r w:rsidRPr="00E816AF">
        <w:rPr>
          <w:rFonts w:asciiTheme="minorHAnsi" w:hAnsiTheme="minorHAnsi" w:cstheme="minorHAnsi"/>
          <w:sz w:val="22"/>
          <w:szCs w:val="22"/>
        </w:rPr>
        <w:t>decreto legge</w:t>
      </w:r>
      <w:proofErr w:type="gramEnd"/>
      <w:r w:rsidRPr="00E816AF">
        <w:rPr>
          <w:rFonts w:asciiTheme="minorHAnsi" w:hAnsiTheme="minorHAnsi" w:cstheme="minorHAnsi"/>
          <w:sz w:val="22"/>
          <w:szCs w:val="22"/>
        </w:rPr>
        <w:t xml:space="preserve">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</w:t>
      </w:r>
      <w:proofErr w:type="gramStart"/>
      <w:r w:rsidR="00E816AF" w:rsidRPr="00E816AF">
        <w:rPr>
          <w:rFonts w:asciiTheme="minorHAnsi" w:hAnsiTheme="minorHAnsi" w:cstheme="minorHAnsi"/>
          <w:sz w:val="22"/>
          <w:szCs w:val="22"/>
        </w:rPr>
        <w:t>decreto legge</w:t>
      </w:r>
      <w:proofErr w:type="gramEnd"/>
      <w:r w:rsidR="00E816AF" w:rsidRPr="00E816AF">
        <w:rPr>
          <w:rFonts w:asciiTheme="minorHAnsi" w:hAnsiTheme="minorHAnsi" w:cstheme="minorHAnsi"/>
          <w:sz w:val="22"/>
          <w:szCs w:val="22"/>
        </w:rPr>
        <w:t xml:space="preserve"> 13 maggio 1991, n. 152, convertito, con modificazioni, dalla legge 12 luglio 1991 n. 203, e non hanno denunciato i fatti all’autorità giudiziaria, in quanto ricorrono i casi previsti dall’art. 4, 1 comma, della legge 24 novembre 1981, n. 689.  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653A8E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="00E816AF"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</w:t>
      </w: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</w:t>
      </w: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570422" w:rsidRPr="00691EA2" w:rsidRDefault="00E816AF" w:rsidP="00570422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653A8E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</w:t>
      </w:r>
      <w:r w:rsidRPr="00820E53">
        <w:rPr>
          <w:rFonts w:asciiTheme="minorHAnsi" w:hAnsiTheme="minorHAnsi" w:cstheme="minorHAnsi"/>
          <w:szCs w:val="22"/>
        </w:rPr>
        <w:t xml:space="preserve"> </w:t>
      </w:r>
      <w:r w:rsidR="002620BB" w:rsidRPr="00820E53">
        <w:rPr>
          <w:rFonts w:asciiTheme="minorHAnsi" w:hAnsiTheme="minorHAnsi" w:cstheme="minorHAnsi"/>
          <w:szCs w:val="22"/>
        </w:rPr>
        <w:t>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__________, lì ________________    </w:t>
      </w:r>
      <w:r w:rsidRPr="00820E53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  <w:t xml:space="preserve">       </w:t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</w:p>
    <w:p w:rsidR="00224075" w:rsidRPr="00820E53" w:rsidRDefault="00DD5CE6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224075" w:rsidRPr="00820E53">
        <w:rPr>
          <w:rFonts w:asciiTheme="minorHAnsi" w:hAnsiTheme="minorHAnsi" w:cstheme="minorHAnsi"/>
          <w:sz w:val="22"/>
          <w:szCs w:val="22"/>
        </w:rPr>
        <w:t xml:space="preserve">    (F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="00224075" w:rsidRPr="00820E53">
        <w:rPr>
          <w:rFonts w:asciiTheme="minorHAnsi" w:hAnsiTheme="minorHAnsi" w:cstheme="minorHAnsi"/>
          <w:sz w:val="22"/>
          <w:szCs w:val="22"/>
        </w:rPr>
        <w:t>)</w:t>
      </w:r>
    </w:p>
    <w:p w:rsidR="0027768A" w:rsidRPr="00820E53" w:rsidRDefault="0027768A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24075" w:rsidRPr="00820E53" w:rsidRDefault="00E816AF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="00224075"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4F784C" w:rsidRDefault="004F784C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D0624" w:rsidRPr="00820E53" w:rsidRDefault="009224BA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Nota </w:t>
      </w:r>
      <w:r w:rsidR="007D0624" w:rsidRPr="00820E53">
        <w:rPr>
          <w:rFonts w:asciiTheme="minorHAnsi" w:hAnsiTheme="minorHAnsi" w:cstheme="minorHAnsi"/>
          <w:b/>
          <w:sz w:val="22"/>
          <w:szCs w:val="22"/>
        </w:rPr>
        <w:t>(1)</w:t>
      </w:r>
    </w:p>
    <w:p w:rsidR="004F784C" w:rsidRPr="006E5DEC" w:rsidRDefault="004F784C" w:rsidP="004F784C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Le dichiarazioni di cui alle lettere </w:t>
      </w:r>
      <w:r w:rsidR="00211B79">
        <w:rPr>
          <w:rFonts w:ascii="Calibri" w:hAnsi="Calibri" w:cs="Calibri"/>
        </w:rPr>
        <w:t xml:space="preserve">a), </w:t>
      </w:r>
      <w:r>
        <w:rPr>
          <w:rFonts w:ascii="Calibri" w:hAnsi="Calibri" w:cs="Calibri"/>
        </w:rPr>
        <w:t>b)</w:t>
      </w:r>
      <w:r w:rsidR="00211B79">
        <w:rPr>
          <w:rFonts w:ascii="Calibri" w:hAnsi="Calibri" w:cs="Calibri"/>
        </w:rPr>
        <w:t>, c), d), e), f), g)</w:t>
      </w:r>
      <w:r>
        <w:rPr>
          <w:rFonts w:ascii="Calibri" w:hAnsi="Calibri" w:cs="Calibri"/>
        </w:rPr>
        <w:t xml:space="preserve"> del presente facsimile devono essere rese anche in nome e per conto </w:t>
      </w:r>
      <w:r w:rsidRPr="006E5DEC">
        <w:rPr>
          <w:rFonts w:ascii="Calibri" w:hAnsi="Calibri" w:cs="Calibri"/>
        </w:rPr>
        <w:t>dei seguenti soggetti:</w:t>
      </w:r>
    </w:p>
    <w:p w:rsidR="00D762F9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il titolare e direttore tecnico, se si tratta di impresa individuale;</w:t>
      </w:r>
    </w:p>
    <w:p w:rsidR="004F784C" w:rsidRPr="006E5DEC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</w:t>
      </w:r>
      <w:r w:rsidR="004F784C" w:rsidRPr="006E5DEC">
        <w:rPr>
          <w:rFonts w:ascii="Calibri" w:hAnsi="Calibri" w:cs="Calibri"/>
        </w:rPr>
        <w:t>utti i soci ed i direttori tecnici, per le società in nome collettivo</w:t>
      </w:r>
      <w:r w:rsidR="00367A52" w:rsidRPr="006E5DEC">
        <w:rPr>
          <w:rFonts w:ascii="Calibri" w:hAnsi="Calibri" w:cs="Calibri"/>
        </w:rPr>
        <w:t>;</w:t>
      </w:r>
    </w:p>
    <w:p w:rsidR="006703DD" w:rsidRPr="006E5DEC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6E5DEC">
        <w:rPr>
          <w:rFonts w:ascii="Calibri" w:hAnsi="Calibri" w:cs="Calibri"/>
        </w:rPr>
        <w:t>tutti i soci accomandatari e i direttori tecnici, per le società in accomandita semplice;</w:t>
      </w:r>
    </w:p>
    <w:p w:rsidR="006E5DEC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tutti i </w:t>
      </w:r>
      <w:r w:rsidRPr="006E5DEC">
        <w:rPr>
          <w:rFonts w:ascii="Calibri" w:hAnsi="Calibri" w:cs="Calibri"/>
        </w:rPr>
        <w:t xml:space="preserve">membri del consiglio di amministrazione cui sia stata conferita la legale rappresentanza, </w:t>
      </w:r>
      <w:r>
        <w:rPr>
          <w:rFonts w:ascii="Calibri" w:hAnsi="Calibri" w:cs="Calibri"/>
        </w:rPr>
        <w:t xml:space="preserve">tutti i membri </w:t>
      </w:r>
      <w:r w:rsidRPr="006E5DEC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 direzione o di vigilanza, tutti </w:t>
      </w:r>
      <w:r w:rsidRPr="006E5DEC">
        <w:rPr>
          <w:rFonts w:ascii="Calibri" w:hAnsi="Calibri" w:cs="Calibri"/>
        </w:rPr>
        <w:t>i soggetti muniti di poteri di rappresentanza,</w:t>
      </w:r>
      <w:r>
        <w:rPr>
          <w:rFonts w:ascii="Calibri" w:hAnsi="Calibri" w:cs="Calibri"/>
        </w:rPr>
        <w:t xml:space="preserve"> di direzione o di controllo, i</w:t>
      </w:r>
      <w:r w:rsidRPr="006E5DEC">
        <w:rPr>
          <w:rFonts w:ascii="Calibri" w:hAnsi="Calibri" w:cs="Calibri"/>
        </w:rPr>
        <w:t>l direttore tecnico</w:t>
      </w:r>
      <w:r>
        <w:rPr>
          <w:rFonts w:ascii="Calibri" w:hAnsi="Calibri" w:cs="Calibri"/>
        </w:rPr>
        <w:t>, i</w:t>
      </w:r>
      <w:r w:rsidRPr="006E5DEC">
        <w:rPr>
          <w:rFonts w:ascii="Calibri" w:hAnsi="Calibri" w:cs="Calibri"/>
        </w:rPr>
        <w:t>l socio</w:t>
      </w:r>
      <w:r>
        <w:rPr>
          <w:rFonts w:ascii="Calibri" w:hAnsi="Calibri" w:cs="Calibri"/>
        </w:rPr>
        <w:t xml:space="preserve"> unico persona fisica, ovvero i</w:t>
      </w:r>
      <w:r w:rsidRPr="006E5DEC">
        <w:rPr>
          <w:rFonts w:ascii="Calibri" w:hAnsi="Calibri" w:cs="Calibri"/>
        </w:rPr>
        <w:t>l socio di maggioranza in caso di società con meno di quattro soci, se si tratta di</w:t>
      </w:r>
      <w:r>
        <w:rPr>
          <w:rFonts w:ascii="Calibri" w:hAnsi="Calibri" w:cs="Calibri"/>
        </w:rPr>
        <w:t xml:space="preserve"> altro tipo di società </w:t>
      </w:r>
      <w:r w:rsidRPr="006E5DEC">
        <w:rPr>
          <w:rFonts w:ascii="Calibri" w:hAnsi="Calibri" w:cs="Calibri"/>
        </w:rPr>
        <w:t>o consorzio</w:t>
      </w:r>
      <w:r>
        <w:rPr>
          <w:rFonts w:ascii="Calibri" w:hAnsi="Calibri" w:cs="Calibri"/>
        </w:rPr>
        <w:t>;</w:t>
      </w:r>
    </w:p>
    <w:p w:rsidR="0051497D" w:rsidRPr="006E5DEC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soggetti cessati dalla carica nell’anno antecedente la data di pubblicazione del bando di gara.</w:t>
      </w:r>
    </w:p>
    <w:p w:rsidR="004F784C" w:rsidRDefault="004F784C" w:rsidP="004F784C">
      <w:pPr>
        <w:jc w:val="both"/>
        <w:rPr>
          <w:rFonts w:ascii="Calibri" w:hAnsi="Calibri" w:cs="Calibri"/>
          <w:u w:val="single"/>
        </w:rPr>
      </w:pPr>
    </w:p>
    <w:p w:rsidR="004F784C" w:rsidRDefault="004F784C" w:rsidP="004F784C">
      <w:pPr>
        <w:jc w:val="both"/>
        <w:rPr>
          <w:rFonts w:ascii="Calibri" w:hAnsi="Calibri" w:cs="Calibri"/>
        </w:rPr>
      </w:pPr>
      <w:r w:rsidRPr="004322C1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4322C1">
        <w:rPr>
          <w:rFonts w:ascii="Calibri" w:hAnsi="Calibri" w:cs="Calibri"/>
          <w:u w:val="single"/>
        </w:rPr>
        <w:t xml:space="preserve">in </w:t>
      </w:r>
      <w:r w:rsidRPr="004322C1">
        <w:rPr>
          <w:rFonts w:ascii="Calibri" w:hAnsi="Calibri" w:cs="Calibri"/>
          <w:u w:val="single"/>
        </w:rPr>
        <w:t xml:space="preserve">nome e per conto dei sopracitati soggetti, questi ultimi </w:t>
      </w:r>
      <w:r w:rsidRPr="004322C1">
        <w:rPr>
          <w:rFonts w:ascii="Calibri" w:hAnsi="Calibri" w:cs="Calibri"/>
          <w:b/>
          <w:u w:val="single"/>
        </w:rPr>
        <w:t>NON</w:t>
      </w:r>
      <w:r w:rsidRPr="004322C1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4322C1">
        <w:rPr>
          <w:rFonts w:ascii="Calibri" w:hAnsi="Calibri" w:cs="Calibri"/>
          <w:u w:val="single"/>
        </w:rPr>
        <w:t>;</w:t>
      </w:r>
      <w:r w:rsidR="007E4D10" w:rsidRPr="004322C1">
        <w:rPr>
          <w:rFonts w:ascii="Calibri" w:hAnsi="Calibri" w:cs="Calibri"/>
          <w:u w:val="single"/>
        </w:rPr>
        <w:t xml:space="preserve"> viceversa</w:t>
      </w:r>
      <w:r w:rsidR="000460BA" w:rsidRPr="004322C1">
        <w:rPr>
          <w:rFonts w:ascii="Calibri" w:hAnsi="Calibri" w:cs="Calibri"/>
          <w:u w:val="single"/>
        </w:rPr>
        <w:t>,</w:t>
      </w:r>
      <w:r w:rsidR="007E4D10" w:rsidRPr="004322C1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4322C1">
        <w:rPr>
          <w:rFonts w:ascii="Calibri" w:hAnsi="Calibri" w:cs="Calibri"/>
          <w:u w:val="single"/>
        </w:rPr>
        <w:t xml:space="preserve"> produrre le proprie</w:t>
      </w:r>
      <w:r w:rsidR="007E4D10" w:rsidRPr="004322C1">
        <w:rPr>
          <w:rFonts w:ascii="Calibri" w:hAnsi="Calibri" w:cs="Calibri"/>
          <w:u w:val="single"/>
        </w:rPr>
        <w:t xml:space="preserve"> autodichiara</w:t>
      </w:r>
      <w:r w:rsidR="000460BA" w:rsidRPr="004322C1">
        <w:rPr>
          <w:rFonts w:ascii="Calibri" w:hAnsi="Calibri" w:cs="Calibri"/>
          <w:u w:val="single"/>
        </w:rPr>
        <w:t>zioni</w:t>
      </w:r>
      <w:r w:rsidRPr="004322C1">
        <w:rPr>
          <w:rFonts w:ascii="Calibri" w:hAnsi="Calibri" w:cs="Calibri"/>
        </w:rPr>
        <w:t>.</w:t>
      </w:r>
      <w:r>
        <w:rPr>
          <w:rFonts w:ascii="Calibri" w:hAnsi="Calibri" w:cs="Calibri"/>
          <w:u w:val="single"/>
        </w:rPr>
        <w:t xml:space="preserve"> </w:t>
      </w:r>
    </w:p>
    <w:sectPr w:rsidR="004F784C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47ED" w:rsidRDefault="004B47ED">
      <w:r>
        <w:separator/>
      </w:r>
    </w:p>
  </w:endnote>
  <w:endnote w:type="continuationSeparator" w:id="0">
    <w:p w:rsidR="004B47ED" w:rsidRDefault="004B4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B2"/>
    <w:family w:val="modern"/>
    <w:pitch w:val="fixed"/>
    <w:sig w:usb0="00002003" w:usb1="00000000" w:usb2="00000008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456A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C03" w:rsidRDefault="00137C03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456AA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47ED" w:rsidRDefault="004B47ED">
      <w:r>
        <w:separator/>
      </w:r>
    </w:p>
  </w:footnote>
  <w:footnote w:type="continuationSeparator" w:id="0">
    <w:p w:rsidR="004B47ED" w:rsidRDefault="004B47ED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20DA4">
        <w:rPr>
          <w:rFonts w:asciiTheme="minorHAnsi" w:hAnsiTheme="minorHAnsi" w:cstheme="minorHAnsi"/>
        </w:rPr>
        <w:t>Ai sensi dell’art. 80, comma 4, del D.</w:t>
      </w:r>
      <w:r w:rsidR="00020DA4" w:rsidRPr="00020DA4">
        <w:rPr>
          <w:rFonts w:asciiTheme="minorHAnsi" w:hAnsiTheme="minorHAnsi" w:cstheme="minorHAnsi"/>
        </w:rPr>
        <w:t xml:space="preserve"> </w:t>
      </w:r>
      <w:r w:rsidRPr="00020DA4">
        <w:rPr>
          <w:rFonts w:asciiTheme="minorHAnsi" w:hAnsiTheme="minorHAnsi" w:cstheme="minorHAnsi"/>
        </w:rPr>
        <w:t>Lgs.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lett.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07D9" w:rsidRPr="00F70A68" w:rsidRDefault="007007D9" w:rsidP="007007D9">
    <w:pPr>
      <w:pStyle w:val="Intestazione"/>
      <w:rPr>
        <w:rFonts w:asciiTheme="minorHAnsi" w:hAnsiTheme="minorHAnsi" w:cstheme="minorHAnsi"/>
        <w:b/>
      </w:rPr>
    </w:pPr>
    <w:proofErr w:type="spellStart"/>
    <w:r w:rsidRPr="00F70A68">
      <w:rPr>
        <w:rFonts w:asciiTheme="minorHAnsi" w:hAnsiTheme="minorHAnsi" w:cstheme="minorHAnsi"/>
        <w:b/>
        <w:smallCaps/>
      </w:rPr>
      <w:t>A</w:t>
    </w:r>
    <w:r w:rsidRPr="00F70A68">
      <w:rPr>
        <w:rFonts w:asciiTheme="minorHAnsi" w:hAnsiTheme="minorHAnsi" w:cstheme="minorHAnsi"/>
        <w:b/>
      </w:rPr>
      <w:t>ll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934826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Lgs.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4539" w:rsidRPr="00F70A68" w:rsidRDefault="0042391B">
    <w:pPr>
      <w:pStyle w:val="Intestazione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  <w:b/>
        <w:smallCaps/>
      </w:rPr>
      <w:t>Modello</w:t>
    </w:r>
    <w:r w:rsidR="007007D9" w:rsidRPr="00F70A68">
      <w:rPr>
        <w:rFonts w:asciiTheme="minorHAnsi" w:hAnsiTheme="minorHAnsi" w:cstheme="minorHAnsi"/>
        <w:b/>
      </w:rPr>
      <w:t xml:space="preserve"> n. </w:t>
    </w:r>
    <w:r w:rsidR="00D804D0">
      <w:rPr>
        <w:rFonts w:asciiTheme="minorHAnsi" w:hAnsiTheme="minorHAnsi" w:cstheme="minorHAnsi"/>
        <w:b/>
      </w:rPr>
      <w:t>1</w:t>
    </w:r>
    <w:r w:rsidR="007007D9" w:rsidRPr="00F70A68">
      <w:rPr>
        <w:rFonts w:asciiTheme="minorHAnsi" w:hAnsiTheme="minorHAnsi" w:cstheme="minorHAnsi"/>
        <w:b/>
      </w:rPr>
      <w:t xml:space="preserve"> - 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="007007D9" w:rsidRPr="00F70A68">
      <w:rPr>
        <w:rFonts w:asciiTheme="minorHAnsi" w:hAnsiTheme="minorHAnsi" w:cstheme="minorHAnsi"/>
        <w:b/>
      </w:rPr>
      <w:t xml:space="preserve"> del D. Lgs. n. </w:t>
    </w:r>
    <w:r w:rsidR="002B6E52">
      <w:rPr>
        <w:rFonts w:asciiTheme="minorHAnsi" w:hAnsiTheme="minorHAnsi" w:cstheme="minorHAnsi"/>
        <w:b/>
      </w:rPr>
      <w:t>50/2016</w:t>
    </w:r>
  </w:p>
  <w:p w:rsidR="009D4539" w:rsidRDefault="009D453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B3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516B"/>
    <w:rsid w:val="001463F9"/>
    <w:rsid w:val="00155140"/>
    <w:rsid w:val="00156CB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936D3"/>
    <w:rsid w:val="002A6425"/>
    <w:rsid w:val="002A7535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2A5F"/>
    <w:rsid w:val="003413CA"/>
    <w:rsid w:val="00352AA2"/>
    <w:rsid w:val="00363B89"/>
    <w:rsid w:val="00365FAE"/>
    <w:rsid w:val="00367A52"/>
    <w:rsid w:val="003765F5"/>
    <w:rsid w:val="003770CC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297A"/>
    <w:rsid w:val="00403020"/>
    <w:rsid w:val="004057A9"/>
    <w:rsid w:val="0040765B"/>
    <w:rsid w:val="004143F5"/>
    <w:rsid w:val="0042391B"/>
    <w:rsid w:val="004322C1"/>
    <w:rsid w:val="004354AF"/>
    <w:rsid w:val="004400A5"/>
    <w:rsid w:val="004413A3"/>
    <w:rsid w:val="004416C2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7575"/>
    <w:rsid w:val="00482DEC"/>
    <w:rsid w:val="00487A8F"/>
    <w:rsid w:val="0049290C"/>
    <w:rsid w:val="00496612"/>
    <w:rsid w:val="004A3CC0"/>
    <w:rsid w:val="004B1F21"/>
    <w:rsid w:val="004B47ED"/>
    <w:rsid w:val="004C2E52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30C04"/>
    <w:rsid w:val="00534BAD"/>
    <w:rsid w:val="00534CEE"/>
    <w:rsid w:val="00545CB5"/>
    <w:rsid w:val="0055095A"/>
    <w:rsid w:val="00555B1E"/>
    <w:rsid w:val="005632F7"/>
    <w:rsid w:val="00565982"/>
    <w:rsid w:val="00570422"/>
    <w:rsid w:val="00571704"/>
    <w:rsid w:val="00574B2D"/>
    <w:rsid w:val="00575181"/>
    <w:rsid w:val="00576C37"/>
    <w:rsid w:val="00577D27"/>
    <w:rsid w:val="005827BE"/>
    <w:rsid w:val="00583838"/>
    <w:rsid w:val="0058568E"/>
    <w:rsid w:val="00586BD0"/>
    <w:rsid w:val="005906D7"/>
    <w:rsid w:val="00592E41"/>
    <w:rsid w:val="00597CD1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6012D4"/>
    <w:rsid w:val="006037BF"/>
    <w:rsid w:val="00603C1C"/>
    <w:rsid w:val="0061153A"/>
    <w:rsid w:val="006163D8"/>
    <w:rsid w:val="00625860"/>
    <w:rsid w:val="00650082"/>
    <w:rsid w:val="00650A68"/>
    <w:rsid w:val="00653A8E"/>
    <w:rsid w:val="00655F51"/>
    <w:rsid w:val="006703DD"/>
    <w:rsid w:val="00674131"/>
    <w:rsid w:val="00675BC6"/>
    <w:rsid w:val="00677FA2"/>
    <w:rsid w:val="0068052C"/>
    <w:rsid w:val="00683F61"/>
    <w:rsid w:val="00691EA2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4084D"/>
    <w:rsid w:val="007417E7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A81"/>
    <w:rsid w:val="007D64AF"/>
    <w:rsid w:val="007E0843"/>
    <w:rsid w:val="007E45C7"/>
    <w:rsid w:val="007E4D10"/>
    <w:rsid w:val="007E75A5"/>
    <w:rsid w:val="007F05CB"/>
    <w:rsid w:val="007F2C3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56AA"/>
    <w:rsid w:val="008470A7"/>
    <w:rsid w:val="00866FED"/>
    <w:rsid w:val="0088309E"/>
    <w:rsid w:val="008949BE"/>
    <w:rsid w:val="008C23F6"/>
    <w:rsid w:val="008C29C0"/>
    <w:rsid w:val="008E2ED0"/>
    <w:rsid w:val="008E4E38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53D12"/>
    <w:rsid w:val="00957FD7"/>
    <w:rsid w:val="009635C5"/>
    <w:rsid w:val="009648DA"/>
    <w:rsid w:val="0096571E"/>
    <w:rsid w:val="00967AA6"/>
    <w:rsid w:val="0097639A"/>
    <w:rsid w:val="009777F3"/>
    <w:rsid w:val="0098096E"/>
    <w:rsid w:val="00980BF3"/>
    <w:rsid w:val="00990134"/>
    <w:rsid w:val="00991C71"/>
    <w:rsid w:val="00992315"/>
    <w:rsid w:val="009A498B"/>
    <w:rsid w:val="009C0B2B"/>
    <w:rsid w:val="009C41C6"/>
    <w:rsid w:val="009D4539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2431"/>
    <w:rsid w:val="00A93791"/>
    <w:rsid w:val="00A94DE0"/>
    <w:rsid w:val="00AC0513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C0061D"/>
    <w:rsid w:val="00C01565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C4394"/>
    <w:rsid w:val="00CD3484"/>
    <w:rsid w:val="00CD5485"/>
    <w:rsid w:val="00CD79DB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3A67"/>
    <w:rsid w:val="00E07195"/>
    <w:rsid w:val="00E07B3D"/>
    <w:rsid w:val="00E161E1"/>
    <w:rsid w:val="00E16A4C"/>
    <w:rsid w:val="00E278B1"/>
    <w:rsid w:val="00E27914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F7320BAD-217A-4BCA-8886-771D49A7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28D41-C3BF-459D-A2EC-85AD1F1E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Allegato_Dichiarazione art. 80</Template>
  <TotalTime>0</TotalTime>
  <Pages>4</Pages>
  <Words>1533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11010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AMM - Silvia Congiu</cp:lastModifiedBy>
  <cp:revision>2</cp:revision>
  <cp:lastPrinted>2016-06-07T13:17:00Z</cp:lastPrinted>
  <dcterms:created xsi:type="dcterms:W3CDTF">2020-01-30T13:20:00Z</dcterms:created>
  <dcterms:modified xsi:type="dcterms:W3CDTF">2020-01-30T13:20:00Z</dcterms:modified>
</cp:coreProperties>
</file>